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2D4E" w:rsidRPr="009F7D75" w:rsidRDefault="00082D4E" w:rsidP="00E47FBE">
      <w:pPr>
        <w:pStyle w:val="curriculumform"/>
        <w:jc w:val="center"/>
        <w:rPr>
          <w:sz w:val="16"/>
          <w:szCs w:val="16"/>
        </w:rPr>
      </w:pPr>
      <w:r w:rsidRPr="00E47FBE">
        <w:rPr>
          <w:sz w:val="24"/>
          <w:szCs w:val="24"/>
        </w:rPr>
        <w:t>Portland Community College</w:t>
      </w:r>
    </w:p>
    <w:p w:rsidR="00082D4E" w:rsidRPr="009F7D75" w:rsidRDefault="00082D4E" w:rsidP="005E5C2D">
      <w:pPr>
        <w:pStyle w:val="curriculumform"/>
        <w:jc w:val="center"/>
        <w:rPr>
          <w:sz w:val="16"/>
          <w:szCs w:val="16"/>
        </w:rPr>
      </w:pPr>
    </w:p>
    <w:p w:rsidR="00082D4E" w:rsidRDefault="00082D4E" w:rsidP="005E5C2D">
      <w:pPr>
        <w:pStyle w:val="curriculumform"/>
        <w:pBdr>
          <w:top w:val="single" w:sz="4" w:space="1" w:color="auto"/>
          <w:left w:val="single" w:sz="4" w:space="4" w:color="auto"/>
          <w:bottom w:val="single" w:sz="4" w:space="1" w:color="auto"/>
          <w:right w:val="single" w:sz="4" w:space="4" w:color="auto"/>
        </w:pBdr>
        <w:shd w:val="clear" w:color="auto" w:fill="FABF8F"/>
        <w:jc w:val="center"/>
        <w:rPr>
          <w:sz w:val="24"/>
          <w:szCs w:val="24"/>
        </w:rPr>
      </w:pPr>
      <w:r>
        <w:rPr>
          <w:sz w:val="24"/>
          <w:szCs w:val="24"/>
        </w:rPr>
        <w:t>New Course</w:t>
      </w:r>
    </w:p>
    <w:p w:rsidR="00082D4E" w:rsidRPr="005E5C2D" w:rsidRDefault="00082D4E" w:rsidP="005E5C2D">
      <w:pPr>
        <w:pStyle w:val="curriculumform"/>
        <w:pBdr>
          <w:top w:val="single" w:sz="4" w:space="1" w:color="auto"/>
          <w:left w:val="single" w:sz="4" w:space="4" w:color="auto"/>
          <w:bottom w:val="single" w:sz="4" w:space="1" w:color="auto"/>
          <w:right w:val="single" w:sz="4" w:space="4" w:color="auto"/>
        </w:pBdr>
        <w:shd w:val="clear" w:color="auto" w:fill="FABF8F"/>
        <w:jc w:val="center"/>
        <w:rPr>
          <w:sz w:val="24"/>
          <w:szCs w:val="24"/>
        </w:rPr>
      </w:pPr>
      <w:r w:rsidRPr="005E5C2D">
        <w:rPr>
          <w:sz w:val="24"/>
          <w:szCs w:val="24"/>
        </w:rPr>
        <w:t xml:space="preserve"> Career T</w:t>
      </w:r>
      <w:r>
        <w:rPr>
          <w:sz w:val="24"/>
          <w:szCs w:val="24"/>
        </w:rPr>
        <w:t xml:space="preserve">echnical Education (CTE) </w:t>
      </w:r>
    </w:p>
    <w:p w:rsidR="00082D4E" w:rsidRDefault="00082D4E" w:rsidP="00177918">
      <w:pPr>
        <w:pStyle w:val="curriculumform"/>
      </w:pPr>
      <w:r>
        <w:rPr>
          <w:noProof/>
        </w:rPr>
        <w:pict>
          <v:shapetype id="_x0000_t202" coordsize="21600,21600" o:spt="202" path="m,l,21600r21600,l21600,xe">
            <v:stroke joinstyle="miter"/>
            <v:path gradientshapeok="t" o:connecttype="rect"/>
          </v:shapetype>
          <v:shape id="_x0000_s1026" type="#_x0000_t202" style="position:absolute;margin-left:55.95pt;margin-top:8.35pt;width:330.75pt;height:41.25pt;z-index:251658240">
            <v:textbox style="mso-next-textbox:#_x0000_s1026">
              <w:txbxContent>
                <w:p w:rsidR="00082D4E" w:rsidRPr="00A47F27" w:rsidRDefault="00082D4E" w:rsidP="009F7D75">
                  <w:pPr>
                    <w:spacing w:after="120"/>
                    <w:ind w:left="432" w:hanging="432"/>
                    <w:jc w:val="center"/>
                    <w:rPr>
                      <w:rFonts w:ascii="Arial" w:hAnsi="Arial" w:cs="Arial"/>
                    </w:rPr>
                  </w:pPr>
                  <w:r w:rsidRPr="00A47F27">
                    <w:t>Save this document as the course prefix and number</w:t>
                  </w:r>
                </w:p>
                <w:p w:rsidR="00082D4E" w:rsidRPr="00A47F27" w:rsidRDefault="00082D4E" w:rsidP="00470EF4">
                  <w:pPr>
                    <w:spacing w:after="120"/>
                    <w:ind w:left="432" w:hanging="432"/>
                    <w:jc w:val="center"/>
                    <w:rPr>
                      <w:rFonts w:ascii="Arial" w:hAnsi="Arial" w:cs="Arial"/>
                    </w:rPr>
                  </w:pPr>
                  <w:r w:rsidRPr="00A47F27">
                    <w:rPr>
                      <w:rFonts w:ascii="Arial" w:hAnsi="Arial" w:cs="Arial"/>
                    </w:rPr>
                    <w:t xml:space="preserve">Send completed form electronically to </w:t>
                  </w:r>
                  <w:hyperlink r:id="rId7" w:history="1">
                    <w:r w:rsidRPr="00A47F27">
                      <w:rPr>
                        <w:rStyle w:val="Hyperlink"/>
                        <w:rFonts w:ascii="Arial" w:hAnsi="Arial" w:cs="Arial"/>
                      </w:rPr>
                      <w:t>curriculum@pcc.edu</w:t>
                    </w:r>
                  </w:hyperlink>
                </w:p>
              </w:txbxContent>
            </v:textbox>
          </v:shape>
        </w:pict>
      </w:r>
    </w:p>
    <w:p w:rsidR="00082D4E" w:rsidRDefault="00082D4E" w:rsidP="00177918">
      <w:pPr>
        <w:pStyle w:val="curriculumform"/>
      </w:pPr>
    </w:p>
    <w:p w:rsidR="00082D4E" w:rsidRDefault="00082D4E" w:rsidP="00177918">
      <w:pPr>
        <w:pStyle w:val="curriculumform"/>
      </w:pPr>
    </w:p>
    <w:p w:rsidR="00082D4E" w:rsidRPr="009F7D75" w:rsidRDefault="00082D4E" w:rsidP="00177918">
      <w:pPr>
        <w:pStyle w:val="curriculumform"/>
        <w:rPr>
          <w:sz w:val="16"/>
          <w:szCs w:val="16"/>
        </w:rPr>
      </w:pPr>
    </w:p>
    <w:tbl>
      <w:tblPr>
        <w:tblW w:w="10458"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915"/>
        <w:gridCol w:w="2783"/>
        <w:gridCol w:w="1350"/>
        <w:gridCol w:w="990"/>
        <w:gridCol w:w="3420"/>
      </w:tblGrid>
      <w:tr w:rsidR="00082D4E" w:rsidRPr="007E542E">
        <w:tc>
          <w:tcPr>
            <w:tcW w:w="10458" w:type="dxa"/>
            <w:gridSpan w:val="5"/>
            <w:shd w:val="clear" w:color="auto" w:fill="FABF8F"/>
          </w:tcPr>
          <w:p w:rsidR="00082D4E" w:rsidRPr="007E542E" w:rsidRDefault="00082D4E" w:rsidP="00233F7C">
            <w:pPr>
              <w:pStyle w:val="curriculumform"/>
            </w:pPr>
            <w:r w:rsidRPr="007E542E">
              <w:t>Section #1 General Information</w:t>
            </w:r>
          </w:p>
        </w:tc>
      </w:tr>
      <w:tr w:rsidR="00082D4E" w:rsidRPr="007E542E">
        <w:trPr>
          <w:trHeight w:val="503"/>
        </w:trPr>
        <w:tc>
          <w:tcPr>
            <w:tcW w:w="1915" w:type="dxa"/>
            <w:shd w:val="clear" w:color="auto" w:fill="FDE9D9"/>
          </w:tcPr>
          <w:p w:rsidR="00082D4E" w:rsidRPr="007E542E" w:rsidRDefault="00082D4E" w:rsidP="00233F7C">
            <w:pPr>
              <w:pStyle w:val="curriculumform"/>
            </w:pPr>
            <w:r w:rsidRPr="007E542E">
              <w:t>Department:</w:t>
            </w:r>
          </w:p>
        </w:tc>
        <w:tc>
          <w:tcPr>
            <w:tcW w:w="2783" w:type="dxa"/>
          </w:tcPr>
          <w:p w:rsidR="00082D4E" w:rsidRPr="007E542E" w:rsidRDefault="00082D4E" w:rsidP="00233F7C">
            <w:pPr>
              <w:pStyle w:val="curriculumform"/>
            </w:pPr>
            <w:r>
              <w:t>MMT</w:t>
            </w:r>
          </w:p>
        </w:tc>
        <w:tc>
          <w:tcPr>
            <w:tcW w:w="1350" w:type="dxa"/>
            <w:shd w:val="clear" w:color="auto" w:fill="FDE9D9"/>
          </w:tcPr>
          <w:p w:rsidR="00082D4E" w:rsidRPr="007E542E" w:rsidRDefault="00082D4E" w:rsidP="00233F7C">
            <w:pPr>
              <w:pStyle w:val="curriculumform"/>
            </w:pPr>
            <w:r w:rsidRPr="007E542E">
              <w:t>Submitter:</w:t>
            </w:r>
          </w:p>
        </w:tc>
        <w:tc>
          <w:tcPr>
            <w:tcW w:w="4410" w:type="dxa"/>
            <w:gridSpan w:val="2"/>
          </w:tcPr>
          <w:p w:rsidR="00082D4E" w:rsidRPr="007E542E" w:rsidRDefault="00082D4E" w:rsidP="00233F7C">
            <w:pPr>
              <w:pStyle w:val="curriculumform"/>
            </w:pPr>
            <w:r>
              <w:t>Patrick Kraft</w:t>
            </w:r>
          </w:p>
        </w:tc>
      </w:tr>
      <w:tr w:rsidR="00082D4E" w:rsidRPr="007E542E">
        <w:tc>
          <w:tcPr>
            <w:tcW w:w="1915" w:type="dxa"/>
            <w:shd w:val="clear" w:color="auto" w:fill="FDE9D9"/>
          </w:tcPr>
          <w:p w:rsidR="00082D4E" w:rsidRPr="007E542E" w:rsidRDefault="00082D4E" w:rsidP="009447E9">
            <w:pPr>
              <w:pStyle w:val="curriculumform"/>
            </w:pPr>
            <w:r>
              <w:t>Prefix and Course Number</w:t>
            </w:r>
            <w:r w:rsidRPr="007E542E">
              <w:t>:</w:t>
            </w:r>
          </w:p>
        </w:tc>
        <w:tc>
          <w:tcPr>
            <w:tcW w:w="2783" w:type="dxa"/>
          </w:tcPr>
          <w:p w:rsidR="00082D4E" w:rsidRPr="007E542E" w:rsidRDefault="00082D4E" w:rsidP="00233F7C">
            <w:pPr>
              <w:pStyle w:val="curriculumform"/>
            </w:pPr>
            <w:r>
              <w:t>MCH 290</w:t>
            </w:r>
          </w:p>
        </w:tc>
        <w:tc>
          <w:tcPr>
            <w:tcW w:w="1350" w:type="dxa"/>
            <w:shd w:val="clear" w:color="auto" w:fill="FDE9D9"/>
          </w:tcPr>
          <w:p w:rsidR="00082D4E" w:rsidRPr="007E542E" w:rsidRDefault="00082D4E" w:rsidP="00233F7C">
            <w:pPr>
              <w:pStyle w:val="curriculumform"/>
            </w:pPr>
            <w:r w:rsidRPr="007E542E">
              <w:t>Submitter Phone and Email:</w:t>
            </w:r>
          </w:p>
        </w:tc>
        <w:tc>
          <w:tcPr>
            <w:tcW w:w="4410" w:type="dxa"/>
            <w:gridSpan w:val="2"/>
          </w:tcPr>
          <w:p w:rsidR="00082D4E" w:rsidRDefault="00082D4E" w:rsidP="00233F7C">
            <w:pPr>
              <w:pStyle w:val="curriculumform"/>
            </w:pPr>
            <w:r>
              <w:t>x8170</w:t>
            </w:r>
          </w:p>
          <w:p w:rsidR="00082D4E" w:rsidRPr="007E542E" w:rsidRDefault="00082D4E" w:rsidP="00233F7C">
            <w:pPr>
              <w:pStyle w:val="curriculumform"/>
            </w:pPr>
            <w:r>
              <w:t>pkraft@pcc.edu</w:t>
            </w:r>
          </w:p>
        </w:tc>
      </w:tr>
      <w:tr w:rsidR="00082D4E" w:rsidRPr="007E542E">
        <w:tc>
          <w:tcPr>
            <w:tcW w:w="1915" w:type="dxa"/>
            <w:shd w:val="clear" w:color="auto" w:fill="FDE9D9"/>
          </w:tcPr>
          <w:p w:rsidR="00082D4E" w:rsidRPr="007E542E" w:rsidRDefault="00082D4E" w:rsidP="00233F7C">
            <w:pPr>
              <w:pStyle w:val="curriculumform"/>
            </w:pPr>
            <w:r w:rsidRPr="007E542E">
              <w:t>Course Title:</w:t>
            </w:r>
            <w:r>
              <w:t xml:space="preserve"> (60 characters max)</w:t>
            </w:r>
          </w:p>
        </w:tc>
        <w:tc>
          <w:tcPr>
            <w:tcW w:w="2783" w:type="dxa"/>
          </w:tcPr>
          <w:p w:rsidR="00082D4E" w:rsidRPr="00352BE6" w:rsidRDefault="00082D4E" w:rsidP="00233F7C">
            <w:pPr>
              <w:pStyle w:val="curriculumform"/>
            </w:pPr>
            <w:r w:rsidRPr="00352BE6">
              <w:t>Mastercam Fundamentals Orientation</w:t>
            </w:r>
          </w:p>
        </w:tc>
        <w:tc>
          <w:tcPr>
            <w:tcW w:w="1350" w:type="dxa"/>
            <w:shd w:val="clear" w:color="auto" w:fill="FDE9D9"/>
          </w:tcPr>
          <w:p w:rsidR="00082D4E" w:rsidRPr="007E542E" w:rsidRDefault="00082D4E" w:rsidP="00233F7C">
            <w:pPr>
              <w:pStyle w:val="curriculumform"/>
            </w:pPr>
            <w:r w:rsidRPr="007E542E">
              <w:t>Credits:</w:t>
            </w:r>
          </w:p>
        </w:tc>
        <w:tc>
          <w:tcPr>
            <w:tcW w:w="4410" w:type="dxa"/>
            <w:gridSpan w:val="2"/>
          </w:tcPr>
          <w:p w:rsidR="00082D4E" w:rsidRPr="007E542E" w:rsidRDefault="00082D4E" w:rsidP="00F3020F">
            <w:pPr>
              <w:pStyle w:val="curriculumform"/>
            </w:pPr>
            <w:r>
              <w:t>1.0</w:t>
            </w:r>
          </w:p>
        </w:tc>
      </w:tr>
      <w:tr w:rsidR="00082D4E" w:rsidRPr="007E542E">
        <w:tc>
          <w:tcPr>
            <w:tcW w:w="1915" w:type="dxa"/>
            <w:shd w:val="clear" w:color="auto" w:fill="FDE9D9"/>
          </w:tcPr>
          <w:p w:rsidR="00082D4E" w:rsidRPr="007E542E" w:rsidRDefault="00082D4E" w:rsidP="00AD31F5">
            <w:pPr>
              <w:pStyle w:val="curriculumform"/>
            </w:pPr>
            <w:r w:rsidRPr="007E542E">
              <w:t>Transcript Title (30 characters max)</w:t>
            </w:r>
            <w:r>
              <w:t xml:space="preserve"> </w:t>
            </w:r>
          </w:p>
        </w:tc>
        <w:tc>
          <w:tcPr>
            <w:tcW w:w="2783" w:type="dxa"/>
          </w:tcPr>
          <w:p w:rsidR="00082D4E" w:rsidRPr="00352BE6" w:rsidRDefault="00082D4E" w:rsidP="00233F7C">
            <w:pPr>
              <w:pStyle w:val="curriculumform"/>
            </w:pPr>
            <w:r w:rsidRPr="00352BE6">
              <w:t>Mastercam Fundamentals Orient</w:t>
            </w:r>
            <w:r>
              <w:t>.</w:t>
            </w:r>
          </w:p>
        </w:tc>
        <w:tc>
          <w:tcPr>
            <w:tcW w:w="1350" w:type="dxa"/>
            <w:shd w:val="clear" w:color="auto" w:fill="FDE9D9"/>
          </w:tcPr>
          <w:p w:rsidR="00082D4E" w:rsidRDefault="00082D4E" w:rsidP="00542899">
            <w:pPr>
              <w:pStyle w:val="curriculumform"/>
            </w:pPr>
            <w:r>
              <w:t xml:space="preserve">Contact hours: </w:t>
            </w:r>
            <w:r w:rsidRPr="007E542E">
              <w:t xml:space="preserve"> </w:t>
            </w:r>
          </w:p>
          <w:p w:rsidR="00082D4E" w:rsidRPr="004765CA" w:rsidRDefault="00082D4E" w:rsidP="00542899">
            <w:pPr>
              <w:pStyle w:val="curriculumform"/>
              <w:rPr>
                <w:b/>
                <w:bCs/>
              </w:rPr>
            </w:pPr>
            <w:r>
              <w:t>2 hours per week</w:t>
            </w:r>
          </w:p>
        </w:tc>
        <w:tc>
          <w:tcPr>
            <w:tcW w:w="4410" w:type="dxa"/>
            <w:gridSpan w:val="2"/>
          </w:tcPr>
          <w:p w:rsidR="00082D4E" w:rsidRDefault="00082D4E" w:rsidP="00233F7C">
            <w:pPr>
              <w:pStyle w:val="curriculumform"/>
            </w:pPr>
            <w:r w:rsidRPr="0030049E">
              <w:t xml:space="preserve">Lecture:   </w:t>
            </w:r>
          </w:p>
          <w:p w:rsidR="00082D4E" w:rsidRPr="0030049E" w:rsidRDefault="00082D4E" w:rsidP="00233F7C">
            <w:pPr>
              <w:pStyle w:val="curriculumform"/>
            </w:pPr>
            <w:r w:rsidRPr="0030049E">
              <w:t>Lec/lab:</w:t>
            </w:r>
            <w:r>
              <w:t xml:space="preserve">   1.0</w:t>
            </w:r>
          </w:p>
          <w:p w:rsidR="00082D4E" w:rsidRPr="004765CA" w:rsidRDefault="00082D4E" w:rsidP="008D270F">
            <w:pPr>
              <w:pStyle w:val="curriculumform"/>
              <w:rPr>
                <w:b/>
                <w:bCs/>
              </w:rPr>
            </w:pPr>
            <w:r w:rsidRPr="0030049E">
              <w:t>Lab:</w:t>
            </w:r>
            <w:r>
              <w:t xml:space="preserve">         </w:t>
            </w:r>
          </w:p>
        </w:tc>
      </w:tr>
      <w:tr w:rsidR="00082D4E" w:rsidRPr="007E542E">
        <w:trPr>
          <w:trHeight w:val="1286"/>
        </w:trPr>
        <w:tc>
          <w:tcPr>
            <w:tcW w:w="1915" w:type="dxa"/>
            <w:shd w:val="clear" w:color="auto" w:fill="FDE9D9"/>
          </w:tcPr>
          <w:p w:rsidR="00082D4E" w:rsidRPr="007E542E" w:rsidRDefault="00082D4E" w:rsidP="005919DB">
            <w:pPr>
              <w:pStyle w:val="curriculumform"/>
            </w:pPr>
            <w:r w:rsidRPr="007E542E">
              <w:t xml:space="preserve">Grading </w:t>
            </w:r>
            <w:r>
              <w:t>option.  Check all that apply</w:t>
            </w:r>
          </w:p>
        </w:tc>
        <w:tc>
          <w:tcPr>
            <w:tcW w:w="2783" w:type="dxa"/>
          </w:tcPr>
          <w:p w:rsidR="00082D4E" w:rsidRDefault="00082D4E" w:rsidP="00233F7C">
            <w:pPr>
              <w:pStyle w:val="curriculumform"/>
            </w:pPr>
            <w:r>
              <w:t xml:space="preserve">X </w:t>
            </w:r>
            <w:r w:rsidRPr="007E542E">
              <w:t>A-F</w:t>
            </w:r>
            <w:r>
              <w:t xml:space="preserve"> </w:t>
            </w:r>
          </w:p>
          <w:p w:rsidR="00082D4E" w:rsidRDefault="00082D4E" w:rsidP="00233F7C">
            <w:pPr>
              <w:pStyle w:val="curriculumform"/>
            </w:pPr>
            <w:r>
              <w:t xml:space="preserve">X </w:t>
            </w:r>
            <w:r w:rsidRPr="007E542E">
              <w:t>P-NP</w:t>
            </w:r>
            <w:r>
              <w:t xml:space="preserve"> </w:t>
            </w:r>
          </w:p>
          <w:p w:rsidR="00082D4E" w:rsidRPr="007E542E" w:rsidRDefault="00082D4E" w:rsidP="00233F7C">
            <w:pPr>
              <w:pStyle w:val="curriculumform"/>
            </w:pPr>
            <w:r>
              <w:t>X Audit with faculty consultation</w:t>
            </w:r>
          </w:p>
        </w:tc>
        <w:tc>
          <w:tcPr>
            <w:tcW w:w="1350" w:type="dxa"/>
            <w:shd w:val="clear" w:color="auto" w:fill="FDE9D9"/>
          </w:tcPr>
          <w:p w:rsidR="00082D4E" w:rsidRPr="007E542E" w:rsidRDefault="00082D4E" w:rsidP="00E60C41">
            <w:pPr>
              <w:pStyle w:val="curriculumform"/>
            </w:pPr>
            <w:r>
              <w:t>Can this class be repeated?</w:t>
            </w:r>
          </w:p>
        </w:tc>
        <w:tc>
          <w:tcPr>
            <w:tcW w:w="990" w:type="dxa"/>
          </w:tcPr>
          <w:p w:rsidR="00082D4E" w:rsidRDefault="00082D4E" w:rsidP="007E542E">
            <w:pPr>
              <w:pStyle w:val="curriculumform"/>
            </w:pPr>
            <w:r>
              <w:t>X Yes</w:t>
            </w:r>
          </w:p>
          <w:bookmarkStart w:id="0" w:name="Check4"/>
          <w:p w:rsidR="00082D4E" w:rsidRPr="007E542E" w:rsidRDefault="00082D4E" w:rsidP="007E542E">
            <w:pPr>
              <w:pStyle w:val="curriculumform"/>
            </w:pPr>
            <w:r>
              <w:fldChar w:fldCharType="begin">
                <w:ffData>
                  <w:name w:val="Check4"/>
                  <w:enabled/>
                  <w:calcOnExit w:val="0"/>
                  <w:checkBox>
                    <w:sizeAuto/>
                    <w:default w:val="0"/>
                  </w:checkBox>
                </w:ffData>
              </w:fldChar>
            </w:r>
            <w:r>
              <w:instrText xml:space="preserve"> FORMCHECKBOX </w:instrText>
            </w:r>
            <w:r>
              <w:fldChar w:fldCharType="end"/>
            </w:r>
            <w:bookmarkEnd w:id="0"/>
            <w:r>
              <w:t xml:space="preserve"> No   </w:t>
            </w:r>
          </w:p>
        </w:tc>
        <w:tc>
          <w:tcPr>
            <w:tcW w:w="3420" w:type="dxa"/>
          </w:tcPr>
          <w:p w:rsidR="00082D4E" w:rsidRDefault="00082D4E" w:rsidP="009F7D75">
            <w:pPr>
              <w:pStyle w:val="curriculumform"/>
            </w:pPr>
            <w:r>
              <w:t xml:space="preserve">How many times? </w:t>
            </w:r>
          </w:p>
          <w:p w:rsidR="00082D4E" w:rsidRPr="007E542E" w:rsidRDefault="00082D4E" w:rsidP="009F7D75">
            <w:pPr>
              <w:pStyle w:val="curriculumform"/>
            </w:pPr>
            <w:r>
              <w:t>One time</w:t>
            </w:r>
          </w:p>
        </w:tc>
      </w:tr>
      <w:tr w:rsidR="00082D4E" w:rsidRPr="007E542E">
        <w:tc>
          <w:tcPr>
            <w:tcW w:w="4698" w:type="dxa"/>
            <w:gridSpan w:val="2"/>
            <w:shd w:val="clear" w:color="auto" w:fill="FDE9D9"/>
          </w:tcPr>
          <w:p w:rsidR="00082D4E" w:rsidRDefault="00082D4E" w:rsidP="00081A61">
            <w:pPr>
              <w:pStyle w:val="curriculumform"/>
            </w:pPr>
            <w:r w:rsidRPr="007E542E">
              <w:t xml:space="preserve">Is this course equivalent to another? They </w:t>
            </w:r>
            <w:r>
              <w:t>must</w:t>
            </w:r>
            <w:r w:rsidRPr="007E542E">
              <w:t xml:space="preserve"> have the same description</w:t>
            </w:r>
            <w:r>
              <w:t>,</w:t>
            </w:r>
            <w:r w:rsidRPr="007E542E">
              <w:t xml:space="preserve"> outcomes and</w:t>
            </w:r>
            <w:r>
              <w:t xml:space="preserve"> credit</w:t>
            </w:r>
            <w:r w:rsidRPr="007E542E">
              <w:t>.</w:t>
            </w:r>
          </w:p>
        </w:tc>
        <w:tc>
          <w:tcPr>
            <w:tcW w:w="1350" w:type="dxa"/>
          </w:tcPr>
          <w:p w:rsidR="00082D4E" w:rsidRDefault="00082D4E" w:rsidP="009F7D75">
            <w:pPr>
              <w:pStyle w:val="curriculumform"/>
            </w:pPr>
            <w:r>
              <w:fldChar w:fldCharType="begin">
                <w:ffData>
                  <w:name w:val="Check3"/>
                  <w:enabled/>
                  <w:calcOnExit w:val="0"/>
                  <w:checkBox>
                    <w:sizeAuto/>
                    <w:default w:val="0"/>
                  </w:checkBox>
                </w:ffData>
              </w:fldChar>
            </w:r>
            <w:r>
              <w:instrText xml:space="preserve"> FORMCHECKBOX </w:instrText>
            </w:r>
            <w:r>
              <w:fldChar w:fldCharType="end"/>
            </w:r>
            <w:r>
              <w:t xml:space="preserve"> Yes</w:t>
            </w:r>
          </w:p>
          <w:p w:rsidR="00082D4E" w:rsidRPr="007E542E" w:rsidRDefault="00082D4E" w:rsidP="009F7D75">
            <w:pPr>
              <w:pStyle w:val="curriculumform"/>
            </w:pPr>
            <w:r>
              <w:t>X No</w:t>
            </w:r>
          </w:p>
        </w:tc>
        <w:tc>
          <w:tcPr>
            <w:tcW w:w="4410" w:type="dxa"/>
            <w:gridSpan w:val="2"/>
          </w:tcPr>
          <w:p w:rsidR="00082D4E" w:rsidRDefault="00082D4E" w:rsidP="00233F7C">
            <w:pPr>
              <w:pStyle w:val="curriculumform"/>
            </w:pPr>
            <w:r>
              <w:t>Prefix, number and title:</w:t>
            </w:r>
          </w:p>
          <w:p w:rsidR="00082D4E" w:rsidRPr="007E542E" w:rsidRDefault="00082D4E" w:rsidP="00233F7C">
            <w:pPr>
              <w:pStyle w:val="curriculumform"/>
            </w:pPr>
          </w:p>
        </w:tc>
      </w:tr>
      <w:tr w:rsidR="00082D4E" w:rsidRPr="007E542E">
        <w:tc>
          <w:tcPr>
            <w:tcW w:w="4698" w:type="dxa"/>
            <w:gridSpan w:val="2"/>
            <w:tcBorders>
              <w:bottom w:val="single" w:sz="4" w:space="0" w:color="auto"/>
            </w:tcBorders>
            <w:shd w:val="clear" w:color="auto" w:fill="FDE9D9"/>
          </w:tcPr>
          <w:p w:rsidR="00082D4E" w:rsidRPr="007E542E" w:rsidRDefault="00082D4E" w:rsidP="00233F7C">
            <w:pPr>
              <w:pStyle w:val="curriculumform"/>
            </w:pPr>
            <w:r w:rsidRPr="007E542E">
              <w:t xml:space="preserve">Course or program fee:  </w:t>
            </w:r>
            <w:r w:rsidRPr="004765CA">
              <w:rPr>
                <w:sz w:val="20"/>
                <w:szCs w:val="20"/>
              </w:rPr>
              <w:t>(Identify only fees which are independent of the standard lab fee)</w:t>
            </w:r>
          </w:p>
        </w:tc>
        <w:tc>
          <w:tcPr>
            <w:tcW w:w="1350" w:type="dxa"/>
            <w:tcBorders>
              <w:bottom w:val="single" w:sz="4" w:space="0" w:color="auto"/>
            </w:tcBorders>
          </w:tcPr>
          <w:p w:rsidR="00082D4E" w:rsidRPr="007E542E" w:rsidRDefault="00082D4E" w:rsidP="00233F7C">
            <w:pPr>
              <w:pStyle w:val="curriculumform"/>
            </w:pPr>
            <w:r>
              <w:t>none</w:t>
            </w:r>
          </w:p>
        </w:tc>
        <w:tc>
          <w:tcPr>
            <w:tcW w:w="4410" w:type="dxa"/>
            <w:gridSpan w:val="2"/>
            <w:tcBorders>
              <w:bottom w:val="single" w:sz="4" w:space="0" w:color="auto"/>
            </w:tcBorders>
          </w:tcPr>
          <w:p w:rsidR="00082D4E" w:rsidRPr="007E542E" w:rsidRDefault="00082D4E" w:rsidP="00233F7C">
            <w:pPr>
              <w:pStyle w:val="curriculumform"/>
            </w:pPr>
          </w:p>
        </w:tc>
      </w:tr>
      <w:tr w:rsidR="00082D4E" w:rsidRPr="007E542E">
        <w:tc>
          <w:tcPr>
            <w:tcW w:w="1915" w:type="dxa"/>
            <w:tcBorders>
              <w:bottom w:val="single" w:sz="4" w:space="0" w:color="auto"/>
            </w:tcBorders>
            <w:shd w:val="clear" w:color="auto" w:fill="FDE9D9"/>
          </w:tcPr>
          <w:p w:rsidR="00082D4E" w:rsidRDefault="00082D4E" w:rsidP="00233F7C">
            <w:pPr>
              <w:pStyle w:val="curriculumform"/>
            </w:pPr>
            <w:r>
              <w:t xml:space="preserve">Course Description:  </w:t>
            </w:r>
          </w:p>
          <w:p w:rsidR="00082D4E" w:rsidRPr="000D2159" w:rsidRDefault="00082D4E" w:rsidP="00233F7C">
            <w:pPr>
              <w:pStyle w:val="curriculumform"/>
              <w:rPr>
                <w:sz w:val="20"/>
                <w:szCs w:val="20"/>
              </w:rPr>
            </w:pPr>
            <w:r w:rsidRPr="000D2159">
              <w:rPr>
                <w:sz w:val="20"/>
                <w:szCs w:val="20"/>
              </w:rPr>
              <w:t>(the field expands as needed)</w:t>
            </w:r>
          </w:p>
        </w:tc>
        <w:tc>
          <w:tcPr>
            <w:tcW w:w="8543" w:type="dxa"/>
            <w:gridSpan w:val="4"/>
            <w:tcBorders>
              <w:bottom w:val="single" w:sz="4" w:space="0" w:color="auto"/>
            </w:tcBorders>
          </w:tcPr>
          <w:p w:rsidR="00082D4E" w:rsidRPr="00F84FE2" w:rsidRDefault="00082D4E" w:rsidP="00233F7C">
            <w:pPr>
              <w:pStyle w:val="curriculumform"/>
            </w:pPr>
            <w:r w:rsidRPr="00F84FE2">
              <w:t>Introduces the use of Mastercam CAD/CAM software for community members, engineering, and art students to acquire skills to access additional technology in manufacturing labs, such as CNC machines, Additive type RP machines, and laser systems. Create wireframe and limited solid geometry, and output of CNC code as well as STL and DXF formatted files</w:t>
            </w:r>
          </w:p>
        </w:tc>
      </w:tr>
      <w:tr w:rsidR="00082D4E" w:rsidRPr="007E542E">
        <w:tc>
          <w:tcPr>
            <w:tcW w:w="10458" w:type="dxa"/>
            <w:gridSpan w:val="5"/>
            <w:shd w:val="clear" w:color="auto" w:fill="FBD4B4"/>
          </w:tcPr>
          <w:p w:rsidR="00082D4E" w:rsidRPr="007E542E" w:rsidRDefault="00082D4E" w:rsidP="00680DDE">
            <w:pPr>
              <w:pStyle w:val="curriculumform"/>
            </w:pPr>
            <w:r>
              <w:t xml:space="preserve">Begin the course description with an active verb.  Include course recommendations in the description.  </w:t>
            </w:r>
          </w:p>
        </w:tc>
      </w:tr>
    </w:tbl>
    <w:p w:rsidR="00082D4E" w:rsidRDefault="00082D4E" w:rsidP="00177918">
      <w:pPr>
        <w:pStyle w:val="curriculumform"/>
      </w:pPr>
    </w:p>
    <w:tbl>
      <w:tblPr>
        <w:tblW w:w="10458"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728"/>
        <w:gridCol w:w="3600"/>
        <w:gridCol w:w="1620"/>
        <w:gridCol w:w="1710"/>
        <w:gridCol w:w="1800"/>
      </w:tblGrid>
      <w:tr w:rsidR="00082D4E" w:rsidRPr="007E542E">
        <w:tc>
          <w:tcPr>
            <w:tcW w:w="10458" w:type="dxa"/>
            <w:gridSpan w:val="5"/>
            <w:shd w:val="clear" w:color="auto" w:fill="FBD4B4"/>
          </w:tcPr>
          <w:p w:rsidR="00082D4E" w:rsidRDefault="00082D4E" w:rsidP="009F7D75">
            <w:pPr>
              <w:pStyle w:val="curriculumform"/>
            </w:pPr>
            <w:r>
              <w:t>Identify prerequisite, corequisite and concurrent course(s)</w:t>
            </w:r>
          </w:p>
          <w:p w:rsidR="00082D4E" w:rsidRPr="007E542E" w:rsidRDefault="00082D4E" w:rsidP="009F7D75">
            <w:pPr>
              <w:pStyle w:val="curriculumform"/>
            </w:pPr>
            <w:r w:rsidRPr="00F70042">
              <w:rPr>
                <w:sz w:val="20"/>
                <w:szCs w:val="20"/>
              </w:rPr>
              <w:t>(double click on check box to activate dialog box)</w:t>
            </w:r>
          </w:p>
        </w:tc>
      </w:tr>
      <w:tr w:rsidR="00082D4E" w:rsidRPr="00941901">
        <w:tc>
          <w:tcPr>
            <w:tcW w:w="10458" w:type="dxa"/>
            <w:gridSpan w:val="5"/>
          </w:tcPr>
          <w:p w:rsidR="00082D4E" w:rsidRPr="00721B50" w:rsidRDefault="00082D4E" w:rsidP="009F7D75">
            <w:pPr>
              <w:pStyle w:val="curriculumform"/>
              <w:rPr>
                <w:sz w:val="20"/>
                <w:szCs w:val="20"/>
              </w:rPr>
            </w:pPr>
            <w:r>
              <w:rPr>
                <w:sz w:val="20"/>
                <w:szCs w:val="20"/>
              </w:rPr>
              <w:fldChar w:fldCharType="begin">
                <w:ffData>
                  <w:name w:val="Check18"/>
                  <w:enabled/>
                  <w:calcOnExit w:val="0"/>
                  <w:checkBox>
                    <w:sizeAuto/>
                    <w:default w:val="0"/>
                  </w:checkBox>
                </w:ffData>
              </w:fldChar>
            </w:r>
            <w:r>
              <w:rPr>
                <w:sz w:val="20"/>
                <w:szCs w:val="20"/>
              </w:rPr>
              <w:instrText xml:space="preserve"> FORMCHECKBOX </w:instrText>
            </w:r>
            <w:r>
              <w:rPr>
                <w:sz w:val="20"/>
                <w:szCs w:val="20"/>
              </w:rPr>
            </w:r>
            <w:r>
              <w:rPr>
                <w:sz w:val="20"/>
                <w:szCs w:val="20"/>
              </w:rPr>
              <w:fldChar w:fldCharType="end"/>
            </w:r>
            <w:r>
              <w:rPr>
                <w:sz w:val="20"/>
                <w:szCs w:val="20"/>
              </w:rPr>
              <w:t xml:space="preserve"> Standard Prerequisites - </w:t>
            </w:r>
            <w:r w:rsidRPr="00721B50">
              <w:rPr>
                <w:sz w:val="20"/>
                <w:szCs w:val="20"/>
              </w:rPr>
              <w:t>WR 115, RD 115 and MTH 20 or equivalent placement test scores</w:t>
            </w:r>
          </w:p>
        </w:tc>
      </w:tr>
      <w:tr w:rsidR="00082D4E" w:rsidRPr="00941901">
        <w:tc>
          <w:tcPr>
            <w:tcW w:w="5328" w:type="dxa"/>
            <w:gridSpan w:val="2"/>
          </w:tcPr>
          <w:p w:rsidR="00082D4E" w:rsidRPr="00721B50" w:rsidRDefault="00082D4E" w:rsidP="009F7D75">
            <w:pPr>
              <w:pStyle w:val="curriculumform"/>
              <w:rPr>
                <w:sz w:val="20"/>
                <w:szCs w:val="20"/>
              </w:rPr>
            </w:pPr>
            <w:r>
              <w:rPr>
                <w:sz w:val="20"/>
                <w:szCs w:val="20"/>
              </w:rPr>
              <w:fldChar w:fldCharType="begin">
                <w:ffData>
                  <w:name w:val="Check19"/>
                  <w:enabled/>
                  <w:calcOnExit w:val="0"/>
                  <w:checkBox>
                    <w:sizeAuto/>
                    <w:default w:val="0"/>
                  </w:checkBox>
                </w:ffData>
              </w:fldChar>
            </w:r>
            <w:r>
              <w:rPr>
                <w:sz w:val="20"/>
                <w:szCs w:val="20"/>
              </w:rPr>
              <w:instrText xml:space="preserve"> FORMCHECKBOX </w:instrText>
            </w:r>
            <w:r>
              <w:rPr>
                <w:sz w:val="20"/>
                <w:szCs w:val="20"/>
              </w:rPr>
            </w:r>
            <w:r>
              <w:rPr>
                <w:sz w:val="20"/>
                <w:szCs w:val="20"/>
              </w:rPr>
              <w:fldChar w:fldCharType="end"/>
            </w:r>
            <w:r>
              <w:rPr>
                <w:sz w:val="20"/>
                <w:szCs w:val="20"/>
              </w:rPr>
              <w:t xml:space="preserve"> Placement into: </w:t>
            </w:r>
          </w:p>
        </w:tc>
        <w:bookmarkStart w:id="1" w:name="Check20"/>
        <w:tc>
          <w:tcPr>
            <w:tcW w:w="5130" w:type="dxa"/>
            <w:gridSpan w:val="3"/>
          </w:tcPr>
          <w:p w:rsidR="00082D4E" w:rsidRPr="00721B50" w:rsidRDefault="00082D4E" w:rsidP="009F7D75">
            <w:pPr>
              <w:pStyle w:val="curriculumform"/>
              <w:rPr>
                <w:sz w:val="20"/>
                <w:szCs w:val="20"/>
              </w:rPr>
            </w:pPr>
            <w:r>
              <w:rPr>
                <w:sz w:val="20"/>
                <w:szCs w:val="20"/>
              </w:rPr>
              <w:fldChar w:fldCharType="begin">
                <w:ffData>
                  <w:name w:val="Check20"/>
                  <w:enabled/>
                  <w:calcOnExit w:val="0"/>
                  <w:checkBox>
                    <w:sizeAuto/>
                    <w:default w:val="0"/>
                  </w:checkBox>
                </w:ffData>
              </w:fldChar>
            </w:r>
            <w:r>
              <w:rPr>
                <w:sz w:val="20"/>
                <w:szCs w:val="20"/>
              </w:rPr>
              <w:instrText xml:space="preserve"> FORMCHECKBOX </w:instrText>
            </w:r>
            <w:r>
              <w:rPr>
                <w:sz w:val="20"/>
                <w:szCs w:val="20"/>
              </w:rPr>
            </w:r>
            <w:r>
              <w:rPr>
                <w:sz w:val="20"/>
                <w:szCs w:val="20"/>
              </w:rPr>
              <w:fldChar w:fldCharType="end"/>
            </w:r>
            <w:bookmarkEnd w:id="1"/>
            <w:r>
              <w:rPr>
                <w:sz w:val="20"/>
                <w:szCs w:val="20"/>
              </w:rPr>
              <w:t xml:space="preserve"> Placement into: </w:t>
            </w:r>
          </w:p>
        </w:tc>
      </w:tr>
      <w:tr w:rsidR="00082D4E" w:rsidRPr="00941901">
        <w:tc>
          <w:tcPr>
            <w:tcW w:w="5328" w:type="dxa"/>
            <w:gridSpan w:val="2"/>
          </w:tcPr>
          <w:p w:rsidR="00082D4E" w:rsidRPr="00721B50" w:rsidRDefault="00082D4E" w:rsidP="009F7D75">
            <w:pPr>
              <w:pStyle w:val="curriculumform"/>
              <w:rPr>
                <w:sz w:val="20"/>
                <w:szCs w:val="20"/>
              </w:rPr>
            </w:pPr>
            <w:r w:rsidRPr="00721B50">
              <w:rPr>
                <w:sz w:val="20"/>
                <w:szCs w:val="20"/>
              </w:rPr>
              <w:t xml:space="preserve">course prefix &amp; number: </w:t>
            </w:r>
          </w:p>
        </w:tc>
        <w:tc>
          <w:tcPr>
            <w:tcW w:w="1620" w:type="dxa"/>
            <w:vAlign w:val="bottom"/>
          </w:tcPr>
          <w:p w:rsidR="00082D4E" w:rsidRPr="00417B1C" w:rsidRDefault="00082D4E" w:rsidP="009F7D75">
            <w:pPr>
              <w:jc w:val="center"/>
              <w:rPr>
                <w:rFonts w:ascii="Arial" w:hAnsi="Arial" w:cs="Arial"/>
              </w:rPr>
            </w:pPr>
            <w:r w:rsidRPr="00417B1C">
              <w:rPr>
                <w:rFonts w:ascii="Arial" w:hAnsi="Arial" w:cs="Arial"/>
                <w:sz w:val="20"/>
                <w:szCs w:val="20"/>
              </w:rPr>
              <w:fldChar w:fldCharType="begin">
                <w:ffData>
                  <w:name w:val="Check5"/>
                  <w:enabled/>
                  <w:calcOnExit w:val="0"/>
                  <w:checkBox>
                    <w:sizeAuto/>
                    <w:default w:val="0"/>
                  </w:checkBox>
                </w:ffData>
              </w:fldChar>
            </w:r>
            <w:r w:rsidRPr="00417B1C">
              <w:rPr>
                <w:rFonts w:ascii="Arial" w:hAnsi="Arial" w:cs="Arial"/>
                <w:sz w:val="20"/>
                <w:szCs w:val="20"/>
              </w:rPr>
              <w:instrText xml:space="preserve"> FORMCHECKBOX </w:instrText>
            </w:r>
            <w:r w:rsidRPr="00417B1C">
              <w:rPr>
                <w:rFonts w:ascii="Arial" w:hAnsi="Arial" w:cs="Arial"/>
                <w:sz w:val="20"/>
                <w:szCs w:val="20"/>
              </w:rPr>
            </w:r>
            <w:r w:rsidRPr="00417B1C">
              <w:rPr>
                <w:rFonts w:ascii="Arial" w:hAnsi="Arial" w:cs="Arial"/>
                <w:sz w:val="20"/>
                <w:szCs w:val="20"/>
              </w:rPr>
              <w:fldChar w:fldCharType="end"/>
            </w:r>
            <w:r w:rsidRPr="00417B1C">
              <w:rPr>
                <w:rFonts w:ascii="Arial" w:hAnsi="Arial" w:cs="Arial"/>
                <w:sz w:val="20"/>
                <w:szCs w:val="20"/>
              </w:rPr>
              <w:t xml:space="preserve"> Prerequisite</w:t>
            </w:r>
          </w:p>
        </w:tc>
        <w:tc>
          <w:tcPr>
            <w:tcW w:w="1710" w:type="dxa"/>
          </w:tcPr>
          <w:p w:rsidR="00082D4E" w:rsidRPr="00721B50" w:rsidRDefault="00082D4E" w:rsidP="009F7D75">
            <w:pPr>
              <w:pStyle w:val="curriculumform"/>
              <w:jc w:val="center"/>
              <w:rPr>
                <w:sz w:val="20"/>
                <w:szCs w:val="20"/>
              </w:rPr>
            </w:pPr>
            <w:r w:rsidRPr="00721B50">
              <w:rPr>
                <w:sz w:val="20"/>
                <w:szCs w:val="20"/>
              </w:rPr>
              <w:fldChar w:fldCharType="begin">
                <w:ffData>
                  <w:name w:val="Check6"/>
                  <w:enabled/>
                  <w:calcOnExit w:val="0"/>
                  <w:checkBox>
                    <w:sizeAuto/>
                    <w:default w:val="0"/>
                  </w:checkBox>
                </w:ffData>
              </w:fldChar>
            </w:r>
            <w:r w:rsidRPr="00721B50">
              <w:rPr>
                <w:sz w:val="20"/>
                <w:szCs w:val="20"/>
              </w:rPr>
              <w:instrText xml:space="preserve"> FORMCHECKBOX </w:instrText>
            </w:r>
            <w:r w:rsidRPr="00721B50">
              <w:rPr>
                <w:sz w:val="20"/>
                <w:szCs w:val="20"/>
              </w:rPr>
            </w:r>
            <w:r w:rsidRPr="00721B50">
              <w:rPr>
                <w:sz w:val="20"/>
                <w:szCs w:val="20"/>
              </w:rPr>
              <w:fldChar w:fldCharType="end"/>
            </w:r>
            <w:r w:rsidRPr="00721B50">
              <w:rPr>
                <w:sz w:val="20"/>
                <w:szCs w:val="20"/>
              </w:rPr>
              <w:t xml:space="preserve"> Corequisite</w:t>
            </w:r>
          </w:p>
        </w:tc>
        <w:tc>
          <w:tcPr>
            <w:tcW w:w="1800" w:type="dxa"/>
          </w:tcPr>
          <w:p w:rsidR="00082D4E" w:rsidRPr="00721B50" w:rsidRDefault="00082D4E" w:rsidP="009F7D75">
            <w:pPr>
              <w:pStyle w:val="curriculumform"/>
              <w:jc w:val="center"/>
              <w:rPr>
                <w:sz w:val="20"/>
                <w:szCs w:val="20"/>
              </w:rPr>
            </w:pPr>
            <w:r w:rsidRPr="00721B50">
              <w:rPr>
                <w:sz w:val="20"/>
                <w:szCs w:val="20"/>
              </w:rPr>
              <w:fldChar w:fldCharType="begin">
                <w:ffData>
                  <w:name w:val="Check7"/>
                  <w:enabled/>
                  <w:calcOnExit w:val="0"/>
                  <w:checkBox>
                    <w:sizeAuto/>
                    <w:default w:val="0"/>
                  </w:checkBox>
                </w:ffData>
              </w:fldChar>
            </w:r>
            <w:r w:rsidRPr="00721B50">
              <w:rPr>
                <w:sz w:val="20"/>
                <w:szCs w:val="20"/>
              </w:rPr>
              <w:instrText xml:space="preserve"> FORMCHECKBOX </w:instrText>
            </w:r>
            <w:r w:rsidRPr="00721B50">
              <w:rPr>
                <w:sz w:val="20"/>
                <w:szCs w:val="20"/>
              </w:rPr>
            </w:r>
            <w:r w:rsidRPr="00721B50">
              <w:rPr>
                <w:sz w:val="20"/>
                <w:szCs w:val="20"/>
              </w:rPr>
              <w:fldChar w:fldCharType="end"/>
            </w:r>
            <w:r w:rsidRPr="00721B50">
              <w:rPr>
                <w:sz w:val="20"/>
                <w:szCs w:val="20"/>
              </w:rPr>
              <w:t xml:space="preserve"> pre/co</w:t>
            </w:r>
          </w:p>
        </w:tc>
      </w:tr>
      <w:tr w:rsidR="00082D4E" w:rsidRPr="00941901">
        <w:tc>
          <w:tcPr>
            <w:tcW w:w="5328" w:type="dxa"/>
            <w:gridSpan w:val="2"/>
          </w:tcPr>
          <w:p w:rsidR="00082D4E" w:rsidRPr="00721B50" w:rsidRDefault="00082D4E" w:rsidP="009F7D75">
            <w:pPr>
              <w:pStyle w:val="curriculumform"/>
              <w:rPr>
                <w:sz w:val="20"/>
                <w:szCs w:val="20"/>
              </w:rPr>
            </w:pPr>
            <w:r w:rsidRPr="00721B50">
              <w:rPr>
                <w:sz w:val="20"/>
                <w:szCs w:val="20"/>
              </w:rPr>
              <w:t>course prefix &amp; number:</w:t>
            </w:r>
          </w:p>
        </w:tc>
        <w:tc>
          <w:tcPr>
            <w:tcW w:w="1620" w:type="dxa"/>
            <w:vAlign w:val="bottom"/>
          </w:tcPr>
          <w:p w:rsidR="00082D4E" w:rsidRPr="00417B1C" w:rsidRDefault="00082D4E" w:rsidP="009F7D75">
            <w:pPr>
              <w:jc w:val="center"/>
              <w:rPr>
                <w:rFonts w:ascii="Arial" w:hAnsi="Arial" w:cs="Arial"/>
              </w:rPr>
            </w:pPr>
            <w:r w:rsidRPr="00417B1C">
              <w:rPr>
                <w:rFonts w:ascii="Arial" w:hAnsi="Arial" w:cs="Arial"/>
                <w:sz w:val="20"/>
                <w:szCs w:val="20"/>
              </w:rPr>
              <w:fldChar w:fldCharType="begin">
                <w:ffData>
                  <w:name w:val="Check5"/>
                  <w:enabled/>
                  <w:calcOnExit w:val="0"/>
                  <w:checkBox>
                    <w:sizeAuto/>
                    <w:default w:val="0"/>
                  </w:checkBox>
                </w:ffData>
              </w:fldChar>
            </w:r>
            <w:r w:rsidRPr="00417B1C">
              <w:rPr>
                <w:rFonts w:ascii="Arial" w:hAnsi="Arial" w:cs="Arial"/>
                <w:sz w:val="20"/>
                <w:szCs w:val="20"/>
              </w:rPr>
              <w:instrText xml:space="preserve"> FORMCHECKBOX </w:instrText>
            </w:r>
            <w:r w:rsidRPr="00417B1C">
              <w:rPr>
                <w:rFonts w:ascii="Arial" w:hAnsi="Arial" w:cs="Arial"/>
                <w:sz w:val="20"/>
                <w:szCs w:val="20"/>
              </w:rPr>
            </w:r>
            <w:r w:rsidRPr="00417B1C">
              <w:rPr>
                <w:rFonts w:ascii="Arial" w:hAnsi="Arial" w:cs="Arial"/>
                <w:sz w:val="20"/>
                <w:szCs w:val="20"/>
              </w:rPr>
              <w:fldChar w:fldCharType="end"/>
            </w:r>
            <w:r w:rsidRPr="00417B1C">
              <w:rPr>
                <w:rFonts w:ascii="Arial" w:hAnsi="Arial" w:cs="Arial"/>
                <w:sz w:val="20"/>
                <w:szCs w:val="20"/>
              </w:rPr>
              <w:t xml:space="preserve"> Prerequisite</w:t>
            </w:r>
          </w:p>
        </w:tc>
        <w:tc>
          <w:tcPr>
            <w:tcW w:w="1710" w:type="dxa"/>
          </w:tcPr>
          <w:p w:rsidR="00082D4E" w:rsidRPr="00721B50" w:rsidRDefault="00082D4E" w:rsidP="009F7D75">
            <w:pPr>
              <w:pStyle w:val="curriculumform"/>
              <w:jc w:val="center"/>
              <w:rPr>
                <w:sz w:val="20"/>
                <w:szCs w:val="20"/>
              </w:rPr>
            </w:pPr>
            <w:r w:rsidRPr="00721B50">
              <w:rPr>
                <w:sz w:val="20"/>
                <w:szCs w:val="20"/>
              </w:rPr>
              <w:fldChar w:fldCharType="begin">
                <w:ffData>
                  <w:name w:val="Check6"/>
                  <w:enabled/>
                  <w:calcOnExit w:val="0"/>
                  <w:checkBox>
                    <w:sizeAuto/>
                    <w:default w:val="0"/>
                  </w:checkBox>
                </w:ffData>
              </w:fldChar>
            </w:r>
            <w:r w:rsidRPr="00721B50">
              <w:rPr>
                <w:sz w:val="20"/>
                <w:szCs w:val="20"/>
              </w:rPr>
              <w:instrText xml:space="preserve"> FORMCHECKBOX </w:instrText>
            </w:r>
            <w:r w:rsidRPr="00721B50">
              <w:rPr>
                <w:sz w:val="20"/>
                <w:szCs w:val="20"/>
              </w:rPr>
            </w:r>
            <w:r w:rsidRPr="00721B50">
              <w:rPr>
                <w:sz w:val="20"/>
                <w:szCs w:val="20"/>
              </w:rPr>
              <w:fldChar w:fldCharType="end"/>
            </w:r>
            <w:r w:rsidRPr="00721B50">
              <w:rPr>
                <w:sz w:val="20"/>
                <w:szCs w:val="20"/>
              </w:rPr>
              <w:t xml:space="preserve"> Corequisite</w:t>
            </w:r>
          </w:p>
        </w:tc>
        <w:tc>
          <w:tcPr>
            <w:tcW w:w="1800" w:type="dxa"/>
          </w:tcPr>
          <w:p w:rsidR="00082D4E" w:rsidRPr="00721B50" w:rsidRDefault="00082D4E" w:rsidP="009F7D75">
            <w:pPr>
              <w:pStyle w:val="curriculumform"/>
              <w:jc w:val="center"/>
              <w:rPr>
                <w:sz w:val="20"/>
                <w:szCs w:val="20"/>
              </w:rPr>
            </w:pPr>
            <w:r w:rsidRPr="00721B50">
              <w:rPr>
                <w:sz w:val="20"/>
                <w:szCs w:val="20"/>
              </w:rPr>
              <w:fldChar w:fldCharType="begin">
                <w:ffData>
                  <w:name w:val="Check7"/>
                  <w:enabled/>
                  <w:calcOnExit w:val="0"/>
                  <w:checkBox>
                    <w:sizeAuto/>
                    <w:default w:val="0"/>
                  </w:checkBox>
                </w:ffData>
              </w:fldChar>
            </w:r>
            <w:r w:rsidRPr="00721B50">
              <w:rPr>
                <w:sz w:val="20"/>
                <w:szCs w:val="20"/>
              </w:rPr>
              <w:instrText xml:space="preserve"> FORMCHECKBOX </w:instrText>
            </w:r>
            <w:r w:rsidRPr="00721B50">
              <w:rPr>
                <w:sz w:val="20"/>
                <w:szCs w:val="20"/>
              </w:rPr>
            </w:r>
            <w:r w:rsidRPr="00721B50">
              <w:rPr>
                <w:sz w:val="20"/>
                <w:szCs w:val="20"/>
              </w:rPr>
              <w:fldChar w:fldCharType="end"/>
            </w:r>
            <w:r w:rsidRPr="00721B50">
              <w:rPr>
                <w:sz w:val="20"/>
                <w:szCs w:val="20"/>
              </w:rPr>
              <w:t xml:space="preserve"> pre/co</w:t>
            </w:r>
          </w:p>
        </w:tc>
      </w:tr>
      <w:tr w:rsidR="00082D4E" w:rsidRPr="00941901">
        <w:tc>
          <w:tcPr>
            <w:tcW w:w="5328" w:type="dxa"/>
            <w:gridSpan w:val="2"/>
          </w:tcPr>
          <w:p w:rsidR="00082D4E" w:rsidRPr="00721B50" w:rsidRDefault="00082D4E" w:rsidP="009F7D75">
            <w:pPr>
              <w:pStyle w:val="curriculumform"/>
              <w:rPr>
                <w:sz w:val="20"/>
                <w:szCs w:val="20"/>
              </w:rPr>
            </w:pPr>
            <w:r w:rsidRPr="00721B50">
              <w:rPr>
                <w:sz w:val="20"/>
                <w:szCs w:val="20"/>
              </w:rPr>
              <w:t>course prefix &amp; number:</w:t>
            </w:r>
          </w:p>
        </w:tc>
        <w:tc>
          <w:tcPr>
            <w:tcW w:w="1620" w:type="dxa"/>
            <w:vAlign w:val="bottom"/>
          </w:tcPr>
          <w:p w:rsidR="00082D4E" w:rsidRPr="00417B1C" w:rsidRDefault="00082D4E" w:rsidP="009F7D75">
            <w:pPr>
              <w:jc w:val="center"/>
              <w:rPr>
                <w:rFonts w:ascii="Arial" w:hAnsi="Arial" w:cs="Arial"/>
              </w:rPr>
            </w:pPr>
            <w:r w:rsidRPr="00417B1C">
              <w:rPr>
                <w:rFonts w:ascii="Arial" w:hAnsi="Arial" w:cs="Arial"/>
                <w:sz w:val="20"/>
                <w:szCs w:val="20"/>
              </w:rPr>
              <w:fldChar w:fldCharType="begin">
                <w:ffData>
                  <w:name w:val="Check5"/>
                  <w:enabled/>
                  <w:calcOnExit w:val="0"/>
                  <w:checkBox>
                    <w:sizeAuto/>
                    <w:default w:val="0"/>
                  </w:checkBox>
                </w:ffData>
              </w:fldChar>
            </w:r>
            <w:r w:rsidRPr="00417B1C">
              <w:rPr>
                <w:rFonts w:ascii="Arial" w:hAnsi="Arial" w:cs="Arial"/>
                <w:sz w:val="20"/>
                <w:szCs w:val="20"/>
              </w:rPr>
              <w:instrText xml:space="preserve"> FORMCHECKBOX </w:instrText>
            </w:r>
            <w:r w:rsidRPr="00417B1C">
              <w:rPr>
                <w:rFonts w:ascii="Arial" w:hAnsi="Arial" w:cs="Arial"/>
                <w:sz w:val="20"/>
                <w:szCs w:val="20"/>
              </w:rPr>
            </w:r>
            <w:r w:rsidRPr="00417B1C">
              <w:rPr>
                <w:rFonts w:ascii="Arial" w:hAnsi="Arial" w:cs="Arial"/>
                <w:sz w:val="20"/>
                <w:szCs w:val="20"/>
              </w:rPr>
              <w:fldChar w:fldCharType="end"/>
            </w:r>
            <w:r w:rsidRPr="00417B1C">
              <w:rPr>
                <w:rFonts w:ascii="Arial" w:hAnsi="Arial" w:cs="Arial"/>
                <w:sz w:val="20"/>
                <w:szCs w:val="20"/>
              </w:rPr>
              <w:t xml:space="preserve"> Prerequisite</w:t>
            </w:r>
          </w:p>
        </w:tc>
        <w:tc>
          <w:tcPr>
            <w:tcW w:w="1710" w:type="dxa"/>
          </w:tcPr>
          <w:p w:rsidR="00082D4E" w:rsidRPr="00721B50" w:rsidRDefault="00082D4E" w:rsidP="009F7D75">
            <w:pPr>
              <w:pStyle w:val="curriculumform"/>
              <w:jc w:val="center"/>
              <w:rPr>
                <w:sz w:val="20"/>
                <w:szCs w:val="20"/>
              </w:rPr>
            </w:pPr>
            <w:r w:rsidRPr="00721B50">
              <w:rPr>
                <w:sz w:val="20"/>
                <w:szCs w:val="20"/>
              </w:rPr>
              <w:fldChar w:fldCharType="begin">
                <w:ffData>
                  <w:name w:val="Check6"/>
                  <w:enabled/>
                  <w:calcOnExit w:val="0"/>
                  <w:checkBox>
                    <w:sizeAuto/>
                    <w:default w:val="0"/>
                  </w:checkBox>
                </w:ffData>
              </w:fldChar>
            </w:r>
            <w:r w:rsidRPr="00721B50">
              <w:rPr>
                <w:sz w:val="20"/>
                <w:szCs w:val="20"/>
              </w:rPr>
              <w:instrText xml:space="preserve"> FORMCHECKBOX </w:instrText>
            </w:r>
            <w:r w:rsidRPr="00721B50">
              <w:rPr>
                <w:sz w:val="20"/>
                <w:szCs w:val="20"/>
              </w:rPr>
            </w:r>
            <w:r w:rsidRPr="00721B50">
              <w:rPr>
                <w:sz w:val="20"/>
                <w:szCs w:val="20"/>
              </w:rPr>
              <w:fldChar w:fldCharType="end"/>
            </w:r>
            <w:r w:rsidRPr="00721B50">
              <w:rPr>
                <w:sz w:val="20"/>
                <w:szCs w:val="20"/>
              </w:rPr>
              <w:t xml:space="preserve"> Corequisite</w:t>
            </w:r>
          </w:p>
        </w:tc>
        <w:tc>
          <w:tcPr>
            <w:tcW w:w="1800" w:type="dxa"/>
          </w:tcPr>
          <w:p w:rsidR="00082D4E" w:rsidRPr="00721B50" w:rsidRDefault="00082D4E" w:rsidP="009F7D75">
            <w:pPr>
              <w:pStyle w:val="curriculumform"/>
              <w:jc w:val="center"/>
              <w:rPr>
                <w:sz w:val="20"/>
                <w:szCs w:val="20"/>
              </w:rPr>
            </w:pPr>
            <w:r w:rsidRPr="00721B50">
              <w:rPr>
                <w:sz w:val="20"/>
                <w:szCs w:val="20"/>
              </w:rPr>
              <w:fldChar w:fldCharType="begin">
                <w:ffData>
                  <w:name w:val="Check7"/>
                  <w:enabled/>
                  <w:calcOnExit w:val="0"/>
                  <w:checkBox>
                    <w:sizeAuto/>
                    <w:default w:val="0"/>
                  </w:checkBox>
                </w:ffData>
              </w:fldChar>
            </w:r>
            <w:r w:rsidRPr="00721B50">
              <w:rPr>
                <w:sz w:val="20"/>
                <w:szCs w:val="20"/>
              </w:rPr>
              <w:instrText xml:space="preserve"> FORMCHECKBOX </w:instrText>
            </w:r>
            <w:r w:rsidRPr="00721B50">
              <w:rPr>
                <w:sz w:val="20"/>
                <w:szCs w:val="20"/>
              </w:rPr>
            </w:r>
            <w:r w:rsidRPr="00721B50">
              <w:rPr>
                <w:sz w:val="20"/>
                <w:szCs w:val="20"/>
              </w:rPr>
              <w:fldChar w:fldCharType="end"/>
            </w:r>
            <w:r w:rsidRPr="00721B50">
              <w:rPr>
                <w:sz w:val="20"/>
                <w:szCs w:val="20"/>
              </w:rPr>
              <w:t xml:space="preserve"> pre/co</w:t>
            </w:r>
          </w:p>
        </w:tc>
      </w:tr>
      <w:tr w:rsidR="00082D4E" w:rsidRPr="00941901">
        <w:tc>
          <w:tcPr>
            <w:tcW w:w="5328" w:type="dxa"/>
            <w:gridSpan w:val="2"/>
          </w:tcPr>
          <w:p w:rsidR="00082D4E" w:rsidRPr="00721B50" w:rsidRDefault="00082D4E" w:rsidP="009F7D75">
            <w:pPr>
              <w:pStyle w:val="curriculumform"/>
              <w:rPr>
                <w:sz w:val="20"/>
                <w:szCs w:val="20"/>
              </w:rPr>
            </w:pPr>
            <w:r w:rsidRPr="00721B50">
              <w:rPr>
                <w:sz w:val="20"/>
                <w:szCs w:val="20"/>
              </w:rPr>
              <w:t>course prefix &amp; number:</w:t>
            </w:r>
          </w:p>
        </w:tc>
        <w:tc>
          <w:tcPr>
            <w:tcW w:w="1620" w:type="dxa"/>
            <w:vAlign w:val="bottom"/>
          </w:tcPr>
          <w:p w:rsidR="00082D4E" w:rsidRPr="00417B1C" w:rsidRDefault="00082D4E" w:rsidP="009F7D75">
            <w:pPr>
              <w:jc w:val="center"/>
              <w:rPr>
                <w:rFonts w:ascii="Arial" w:hAnsi="Arial" w:cs="Arial"/>
              </w:rPr>
            </w:pPr>
            <w:r w:rsidRPr="00417B1C">
              <w:rPr>
                <w:rFonts w:ascii="Arial" w:hAnsi="Arial" w:cs="Arial"/>
                <w:sz w:val="20"/>
                <w:szCs w:val="20"/>
              </w:rPr>
              <w:fldChar w:fldCharType="begin">
                <w:ffData>
                  <w:name w:val="Check5"/>
                  <w:enabled/>
                  <w:calcOnExit w:val="0"/>
                  <w:checkBox>
                    <w:sizeAuto/>
                    <w:default w:val="0"/>
                  </w:checkBox>
                </w:ffData>
              </w:fldChar>
            </w:r>
            <w:r w:rsidRPr="00417B1C">
              <w:rPr>
                <w:rFonts w:ascii="Arial" w:hAnsi="Arial" w:cs="Arial"/>
                <w:sz w:val="20"/>
                <w:szCs w:val="20"/>
              </w:rPr>
              <w:instrText xml:space="preserve"> FORMCHECKBOX </w:instrText>
            </w:r>
            <w:r w:rsidRPr="00417B1C">
              <w:rPr>
                <w:rFonts w:ascii="Arial" w:hAnsi="Arial" w:cs="Arial"/>
                <w:sz w:val="20"/>
                <w:szCs w:val="20"/>
              </w:rPr>
            </w:r>
            <w:r w:rsidRPr="00417B1C">
              <w:rPr>
                <w:rFonts w:ascii="Arial" w:hAnsi="Arial" w:cs="Arial"/>
                <w:sz w:val="20"/>
                <w:szCs w:val="20"/>
              </w:rPr>
              <w:fldChar w:fldCharType="end"/>
            </w:r>
            <w:r w:rsidRPr="00417B1C">
              <w:rPr>
                <w:rFonts w:ascii="Arial" w:hAnsi="Arial" w:cs="Arial"/>
                <w:sz w:val="20"/>
                <w:szCs w:val="20"/>
              </w:rPr>
              <w:t xml:space="preserve"> Prerequisite</w:t>
            </w:r>
          </w:p>
        </w:tc>
        <w:tc>
          <w:tcPr>
            <w:tcW w:w="1710" w:type="dxa"/>
          </w:tcPr>
          <w:p w:rsidR="00082D4E" w:rsidRPr="00721B50" w:rsidRDefault="00082D4E" w:rsidP="009F7D75">
            <w:pPr>
              <w:pStyle w:val="curriculumform"/>
              <w:jc w:val="center"/>
              <w:rPr>
                <w:sz w:val="20"/>
                <w:szCs w:val="20"/>
              </w:rPr>
            </w:pPr>
            <w:r w:rsidRPr="00721B50">
              <w:rPr>
                <w:sz w:val="20"/>
                <w:szCs w:val="20"/>
              </w:rPr>
              <w:fldChar w:fldCharType="begin">
                <w:ffData>
                  <w:name w:val="Check6"/>
                  <w:enabled/>
                  <w:calcOnExit w:val="0"/>
                  <w:checkBox>
                    <w:sizeAuto/>
                    <w:default w:val="0"/>
                  </w:checkBox>
                </w:ffData>
              </w:fldChar>
            </w:r>
            <w:r w:rsidRPr="00721B50">
              <w:rPr>
                <w:sz w:val="20"/>
                <w:szCs w:val="20"/>
              </w:rPr>
              <w:instrText xml:space="preserve"> FORMCHECKBOX </w:instrText>
            </w:r>
            <w:r w:rsidRPr="00721B50">
              <w:rPr>
                <w:sz w:val="20"/>
                <w:szCs w:val="20"/>
              </w:rPr>
            </w:r>
            <w:r w:rsidRPr="00721B50">
              <w:rPr>
                <w:sz w:val="20"/>
                <w:szCs w:val="20"/>
              </w:rPr>
              <w:fldChar w:fldCharType="end"/>
            </w:r>
            <w:r w:rsidRPr="00721B50">
              <w:rPr>
                <w:sz w:val="20"/>
                <w:szCs w:val="20"/>
              </w:rPr>
              <w:t xml:space="preserve"> Corequisite</w:t>
            </w:r>
          </w:p>
        </w:tc>
        <w:tc>
          <w:tcPr>
            <w:tcW w:w="1800" w:type="dxa"/>
          </w:tcPr>
          <w:p w:rsidR="00082D4E" w:rsidRPr="00721B50" w:rsidRDefault="00082D4E" w:rsidP="009F7D75">
            <w:pPr>
              <w:pStyle w:val="curriculumform"/>
              <w:jc w:val="center"/>
              <w:rPr>
                <w:sz w:val="20"/>
                <w:szCs w:val="20"/>
              </w:rPr>
            </w:pPr>
            <w:r w:rsidRPr="00721B50">
              <w:rPr>
                <w:sz w:val="20"/>
                <w:szCs w:val="20"/>
              </w:rPr>
              <w:fldChar w:fldCharType="begin">
                <w:ffData>
                  <w:name w:val="Check7"/>
                  <w:enabled/>
                  <w:calcOnExit w:val="0"/>
                  <w:checkBox>
                    <w:sizeAuto/>
                    <w:default w:val="0"/>
                  </w:checkBox>
                </w:ffData>
              </w:fldChar>
            </w:r>
            <w:r w:rsidRPr="00721B50">
              <w:rPr>
                <w:sz w:val="20"/>
                <w:szCs w:val="20"/>
              </w:rPr>
              <w:instrText xml:space="preserve"> FORMCHECKBOX </w:instrText>
            </w:r>
            <w:r w:rsidRPr="00721B50">
              <w:rPr>
                <w:sz w:val="20"/>
                <w:szCs w:val="20"/>
              </w:rPr>
            </w:r>
            <w:r w:rsidRPr="00721B50">
              <w:rPr>
                <w:sz w:val="20"/>
                <w:szCs w:val="20"/>
              </w:rPr>
              <w:fldChar w:fldCharType="end"/>
            </w:r>
            <w:r w:rsidRPr="00721B50">
              <w:rPr>
                <w:sz w:val="20"/>
                <w:szCs w:val="20"/>
              </w:rPr>
              <w:t xml:space="preserve"> pre/co</w:t>
            </w:r>
          </w:p>
        </w:tc>
      </w:tr>
      <w:tr w:rsidR="00082D4E" w:rsidRPr="00941901">
        <w:tc>
          <w:tcPr>
            <w:tcW w:w="1728" w:type="dxa"/>
            <w:shd w:val="clear" w:color="auto" w:fill="FDE9D9"/>
          </w:tcPr>
          <w:p w:rsidR="00082D4E" w:rsidRPr="00435472" w:rsidRDefault="00082D4E" w:rsidP="00233F7C">
            <w:pPr>
              <w:pStyle w:val="curriculumform"/>
              <w:rPr>
                <w:sz w:val="20"/>
                <w:szCs w:val="20"/>
              </w:rPr>
            </w:pPr>
            <w:r w:rsidRPr="00435472">
              <w:rPr>
                <w:sz w:val="20"/>
                <w:szCs w:val="20"/>
              </w:rPr>
              <w:t>Addendum to course description:</w:t>
            </w:r>
          </w:p>
        </w:tc>
        <w:tc>
          <w:tcPr>
            <w:tcW w:w="8730" w:type="dxa"/>
            <w:gridSpan w:val="4"/>
          </w:tcPr>
          <w:p w:rsidR="00082D4E" w:rsidRPr="00941901" w:rsidRDefault="00082D4E" w:rsidP="00233F7C">
            <w:pPr>
              <w:pStyle w:val="curriculumform"/>
            </w:pPr>
            <w:r>
              <w:t>Requires basic computer operational skills literacy.  Instructor approval required.</w:t>
            </w:r>
          </w:p>
        </w:tc>
      </w:tr>
    </w:tbl>
    <w:p w:rsidR="00082D4E" w:rsidRDefault="00082D4E" w:rsidP="00177918">
      <w:pPr>
        <w:pStyle w:val="curriculumform"/>
      </w:pPr>
    </w:p>
    <w:p w:rsidR="00082D4E" w:rsidRDefault="00082D4E" w:rsidP="00177918">
      <w:pPr>
        <w:pStyle w:val="curriculumform"/>
      </w:pPr>
    </w:p>
    <w:tbl>
      <w:tblPr>
        <w:tblW w:w="10458"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728"/>
        <w:gridCol w:w="8730"/>
      </w:tblGrid>
      <w:tr w:rsidR="00082D4E" w:rsidRPr="00941901">
        <w:tc>
          <w:tcPr>
            <w:tcW w:w="10458" w:type="dxa"/>
            <w:gridSpan w:val="2"/>
            <w:shd w:val="clear" w:color="auto" w:fill="FABF8F"/>
          </w:tcPr>
          <w:p w:rsidR="00082D4E" w:rsidRPr="00F70042" w:rsidRDefault="00082D4E" w:rsidP="00F70042">
            <w:r w:rsidRPr="00F70042">
              <w:t xml:space="preserve">LEARNING OUTCOMES: Describe what the student will be able to do “out there” (in their life roles as worker, family member, community citizen, global citizen or lifelong learners), not in the classroom outcomes.  Three to six outcomes are recommended. See course outcomes guidelines on the curriculum website for more </w:t>
            </w:r>
            <w:hyperlink r:id="rId8" w:history="1">
              <w:r w:rsidRPr="00F70042">
                <w:rPr>
                  <w:rStyle w:val="Hyperlink"/>
                  <w:rFonts w:cs="Calibri"/>
                </w:rPr>
                <w:t>guidance on writing good outcomes</w:t>
              </w:r>
            </w:hyperlink>
            <w:r w:rsidRPr="00F70042">
              <w:t>.</w:t>
            </w:r>
          </w:p>
        </w:tc>
      </w:tr>
      <w:tr w:rsidR="00082D4E" w:rsidRPr="00941901">
        <w:tc>
          <w:tcPr>
            <w:tcW w:w="1728" w:type="dxa"/>
            <w:shd w:val="clear" w:color="auto" w:fill="FDE9D9"/>
          </w:tcPr>
          <w:p w:rsidR="00082D4E" w:rsidRPr="00435472" w:rsidRDefault="00082D4E" w:rsidP="00F70042">
            <w:pPr>
              <w:pStyle w:val="curriculumform"/>
              <w:rPr>
                <w:b/>
                <w:bCs/>
                <w:sz w:val="20"/>
                <w:szCs w:val="20"/>
              </w:rPr>
            </w:pPr>
            <w:r w:rsidRPr="00435472">
              <w:rPr>
                <w:sz w:val="20"/>
                <w:szCs w:val="20"/>
              </w:rPr>
              <w:t xml:space="preserve">Outcomes:  </w:t>
            </w:r>
            <w:r w:rsidRPr="00435472">
              <w:rPr>
                <w:b/>
                <w:bCs/>
                <w:sz w:val="20"/>
                <w:szCs w:val="20"/>
              </w:rPr>
              <w:t>(Use observable and measurable verbs)</w:t>
            </w:r>
          </w:p>
        </w:tc>
        <w:tc>
          <w:tcPr>
            <w:tcW w:w="8730" w:type="dxa"/>
          </w:tcPr>
          <w:p w:rsidR="00082D4E" w:rsidRPr="00C3196F" w:rsidRDefault="00082D4E" w:rsidP="00C3196F">
            <w:pPr>
              <w:pStyle w:val="curriculumform"/>
              <w:numPr>
                <w:ilvl w:val="0"/>
                <w:numId w:val="4"/>
              </w:numPr>
              <w:rPr>
                <w:b/>
                <w:bCs/>
              </w:rPr>
            </w:pPr>
            <w:r w:rsidRPr="00C3196F">
              <w:rPr>
                <w:b/>
                <w:bCs/>
              </w:rPr>
              <w:t>Apply understanding in the use of Mastercam CAD/CAM software to complete wire frame designs.</w:t>
            </w:r>
          </w:p>
          <w:p w:rsidR="00082D4E" w:rsidRPr="00C3196F" w:rsidRDefault="00082D4E" w:rsidP="00C3196F">
            <w:pPr>
              <w:pStyle w:val="curriculumform"/>
              <w:numPr>
                <w:ilvl w:val="0"/>
                <w:numId w:val="4"/>
              </w:numPr>
              <w:rPr>
                <w:b/>
                <w:bCs/>
              </w:rPr>
            </w:pPr>
            <w:r w:rsidRPr="00C3196F">
              <w:rPr>
                <w:b/>
                <w:bCs/>
              </w:rPr>
              <w:t>Create design of solid models using basic solid model functions.</w:t>
            </w:r>
          </w:p>
          <w:p w:rsidR="00082D4E" w:rsidRPr="00C3196F" w:rsidRDefault="00082D4E" w:rsidP="00C3196F">
            <w:pPr>
              <w:pStyle w:val="curriculumform"/>
              <w:numPr>
                <w:ilvl w:val="0"/>
                <w:numId w:val="4"/>
              </w:numPr>
              <w:rPr>
                <w:b/>
                <w:bCs/>
              </w:rPr>
            </w:pPr>
            <w:r w:rsidRPr="00C3196F">
              <w:rPr>
                <w:b/>
                <w:bCs/>
              </w:rPr>
              <w:t>Output of CNC “G” code, STL formatted files, and DXF formatted files.</w:t>
            </w:r>
          </w:p>
          <w:p w:rsidR="00082D4E" w:rsidRPr="004765CA" w:rsidRDefault="00082D4E" w:rsidP="00C3196F">
            <w:pPr>
              <w:pStyle w:val="curriculumform"/>
              <w:numPr>
                <w:ilvl w:val="0"/>
                <w:numId w:val="4"/>
              </w:numPr>
              <w:rPr>
                <w:b/>
                <w:bCs/>
              </w:rPr>
            </w:pPr>
            <w:r w:rsidRPr="00C3196F">
              <w:rPr>
                <w:b/>
                <w:bCs/>
              </w:rPr>
              <w:t>Apply knowledge of Mastercam on future projects.</w:t>
            </w:r>
          </w:p>
        </w:tc>
      </w:tr>
      <w:tr w:rsidR="00082D4E" w:rsidRPr="00BD4D41">
        <w:tc>
          <w:tcPr>
            <w:tcW w:w="1728" w:type="dxa"/>
            <w:shd w:val="clear" w:color="auto" w:fill="FDE9D9"/>
          </w:tcPr>
          <w:p w:rsidR="00082D4E" w:rsidRPr="00435472" w:rsidRDefault="00082D4E" w:rsidP="00F70042">
            <w:pPr>
              <w:pStyle w:val="curriculumform"/>
              <w:rPr>
                <w:sz w:val="20"/>
                <w:szCs w:val="20"/>
              </w:rPr>
            </w:pPr>
            <w:r w:rsidRPr="00435472">
              <w:rPr>
                <w:sz w:val="20"/>
                <w:szCs w:val="20"/>
              </w:rPr>
              <w:t xml:space="preserve">Course activities and design:  </w:t>
            </w:r>
            <w:r>
              <w:rPr>
                <w:b/>
                <w:bCs/>
                <w:sz w:val="20"/>
                <w:szCs w:val="20"/>
              </w:rPr>
              <w:t>(from CCOG)</w:t>
            </w:r>
          </w:p>
          <w:p w:rsidR="00082D4E" w:rsidRPr="00BD4D41" w:rsidRDefault="00082D4E" w:rsidP="00F70042">
            <w:pPr>
              <w:pStyle w:val="curriculumform"/>
            </w:pPr>
          </w:p>
        </w:tc>
        <w:tc>
          <w:tcPr>
            <w:tcW w:w="8730" w:type="dxa"/>
          </w:tcPr>
          <w:p w:rsidR="00082D4E" w:rsidRPr="004765CA" w:rsidRDefault="00082D4E" w:rsidP="00F70042">
            <w:pPr>
              <w:pStyle w:val="curriculumform"/>
              <w:rPr>
                <w:b/>
                <w:bCs/>
              </w:rPr>
            </w:pPr>
            <w:r>
              <w:rPr>
                <w:b/>
                <w:bCs/>
              </w:rPr>
              <w:t>The course will be taught through structured training activities using computers and Mastercam CAD/CAM software to reach the defined outcomes.</w:t>
            </w:r>
          </w:p>
        </w:tc>
      </w:tr>
      <w:tr w:rsidR="00082D4E" w:rsidRPr="00941901">
        <w:trPr>
          <w:trHeight w:val="1241"/>
        </w:trPr>
        <w:tc>
          <w:tcPr>
            <w:tcW w:w="1728" w:type="dxa"/>
            <w:shd w:val="clear" w:color="auto" w:fill="FDE9D9"/>
          </w:tcPr>
          <w:p w:rsidR="00082D4E" w:rsidRDefault="00082D4E" w:rsidP="00F70042">
            <w:pPr>
              <w:pStyle w:val="curriculumform"/>
              <w:shd w:val="clear" w:color="auto" w:fill="FDE9D9"/>
              <w:rPr>
                <w:sz w:val="20"/>
                <w:szCs w:val="20"/>
              </w:rPr>
            </w:pPr>
            <w:r w:rsidRPr="00435472">
              <w:rPr>
                <w:sz w:val="20"/>
                <w:szCs w:val="20"/>
              </w:rPr>
              <w:t xml:space="preserve">Outcomes assessment strategies: </w:t>
            </w:r>
          </w:p>
          <w:p w:rsidR="00082D4E" w:rsidRPr="00435472" w:rsidRDefault="00082D4E" w:rsidP="00F70042">
            <w:pPr>
              <w:pStyle w:val="curriculumform"/>
              <w:shd w:val="clear" w:color="auto" w:fill="FDE9D9"/>
              <w:rPr>
                <w:sz w:val="20"/>
                <w:szCs w:val="20"/>
              </w:rPr>
            </w:pPr>
            <w:r>
              <w:rPr>
                <w:b/>
                <w:bCs/>
                <w:sz w:val="20"/>
                <w:szCs w:val="20"/>
              </w:rPr>
              <w:t>(from CCOG)</w:t>
            </w:r>
          </w:p>
        </w:tc>
        <w:tc>
          <w:tcPr>
            <w:tcW w:w="8730" w:type="dxa"/>
          </w:tcPr>
          <w:p w:rsidR="00082D4E" w:rsidRPr="00614930" w:rsidRDefault="00082D4E" w:rsidP="00614930">
            <w:pPr>
              <w:pStyle w:val="curriculumform"/>
              <w:numPr>
                <w:ilvl w:val="0"/>
                <w:numId w:val="3"/>
              </w:numPr>
              <w:rPr>
                <w:b/>
                <w:bCs/>
              </w:rPr>
            </w:pPr>
            <w:r w:rsidRPr="00614930">
              <w:rPr>
                <w:b/>
                <w:bCs/>
              </w:rPr>
              <w:t xml:space="preserve">PRACTICE - Completion of tasks and projects identified in the </w:t>
            </w:r>
            <w:r>
              <w:rPr>
                <w:b/>
                <w:bCs/>
              </w:rPr>
              <w:t>course outline with an emphasis on creation of correct geometry and output of correct file formats</w:t>
            </w:r>
            <w:r w:rsidRPr="00614930">
              <w:rPr>
                <w:b/>
                <w:bCs/>
              </w:rPr>
              <w:t xml:space="preserve">. </w:t>
            </w:r>
          </w:p>
          <w:p w:rsidR="00082D4E" w:rsidRPr="00614930" w:rsidRDefault="00082D4E" w:rsidP="00614930">
            <w:pPr>
              <w:pStyle w:val="curriculumform"/>
              <w:numPr>
                <w:ilvl w:val="0"/>
                <w:numId w:val="3"/>
              </w:numPr>
              <w:rPr>
                <w:b/>
                <w:bCs/>
              </w:rPr>
            </w:pPr>
            <w:r w:rsidRPr="00614930">
              <w:rPr>
                <w:b/>
                <w:bCs/>
              </w:rPr>
              <w:t xml:space="preserve">LAB ACTIVITIES - Participation in </w:t>
            </w:r>
            <w:r>
              <w:rPr>
                <w:b/>
                <w:bCs/>
              </w:rPr>
              <w:t xml:space="preserve">both </w:t>
            </w:r>
            <w:r w:rsidRPr="00614930">
              <w:rPr>
                <w:b/>
                <w:bCs/>
              </w:rPr>
              <w:t xml:space="preserve">structured </w:t>
            </w:r>
            <w:r>
              <w:rPr>
                <w:b/>
                <w:bCs/>
              </w:rPr>
              <w:t xml:space="preserve">and student selected </w:t>
            </w:r>
            <w:r w:rsidRPr="00614930">
              <w:rPr>
                <w:b/>
                <w:bCs/>
              </w:rPr>
              <w:t xml:space="preserve">laboratory exercises with the emphasis on developing skills or increasing expertise in the areas of study identified in the </w:t>
            </w:r>
            <w:r>
              <w:rPr>
                <w:b/>
                <w:bCs/>
              </w:rPr>
              <w:t>course outline</w:t>
            </w:r>
            <w:r w:rsidRPr="00614930">
              <w:rPr>
                <w:b/>
                <w:bCs/>
              </w:rPr>
              <w:t xml:space="preserve">.  </w:t>
            </w:r>
          </w:p>
          <w:p w:rsidR="00082D4E" w:rsidRPr="00614930" w:rsidRDefault="00082D4E" w:rsidP="00614930">
            <w:pPr>
              <w:pStyle w:val="curriculumform"/>
              <w:numPr>
                <w:ilvl w:val="0"/>
                <w:numId w:val="3"/>
              </w:numPr>
              <w:rPr>
                <w:b/>
                <w:bCs/>
              </w:rPr>
            </w:pPr>
            <w:r w:rsidRPr="00614930">
              <w:rPr>
                <w:b/>
                <w:bCs/>
              </w:rPr>
              <w:t xml:space="preserve">FINAL ASSESSMENT - An assessment in the form of a written exam and/or practical application that addresses the subject areas identified in the </w:t>
            </w:r>
            <w:r>
              <w:rPr>
                <w:b/>
                <w:bCs/>
              </w:rPr>
              <w:t>course outline</w:t>
            </w:r>
            <w:r w:rsidRPr="00614930">
              <w:rPr>
                <w:b/>
                <w:bCs/>
              </w:rPr>
              <w:t>.</w:t>
            </w:r>
          </w:p>
        </w:tc>
      </w:tr>
      <w:tr w:rsidR="00082D4E" w:rsidRPr="00941901">
        <w:trPr>
          <w:trHeight w:val="1934"/>
        </w:trPr>
        <w:tc>
          <w:tcPr>
            <w:tcW w:w="1728" w:type="dxa"/>
            <w:shd w:val="clear" w:color="auto" w:fill="FDE9D9"/>
          </w:tcPr>
          <w:p w:rsidR="00082D4E" w:rsidRPr="00941901" w:rsidRDefault="00082D4E" w:rsidP="00F70042">
            <w:pPr>
              <w:pStyle w:val="curriculumform"/>
              <w:shd w:val="clear" w:color="auto" w:fill="FDE9D9"/>
            </w:pPr>
            <w:r w:rsidRPr="00435472">
              <w:rPr>
                <w:sz w:val="20"/>
                <w:szCs w:val="20"/>
              </w:rPr>
              <w:t>Course Content: Themes, Concepts, Issues and Skills: (</w:t>
            </w:r>
            <w:r w:rsidRPr="00435472">
              <w:rPr>
                <w:b/>
                <w:bCs/>
                <w:sz w:val="20"/>
                <w:szCs w:val="20"/>
              </w:rPr>
              <w:t>from CCOG they should be connected to the outcomes)</w:t>
            </w:r>
          </w:p>
        </w:tc>
        <w:tc>
          <w:tcPr>
            <w:tcW w:w="8730" w:type="dxa"/>
          </w:tcPr>
          <w:p w:rsidR="00082D4E" w:rsidRPr="004765CA" w:rsidRDefault="00082D4E" w:rsidP="00F70042">
            <w:pPr>
              <w:pStyle w:val="curriculumform"/>
              <w:rPr>
                <w:b/>
                <w:bCs/>
              </w:rPr>
            </w:pPr>
            <w:r>
              <w:rPr>
                <w:b/>
                <w:bCs/>
              </w:rPr>
              <w:t>Skills from this course will be the ability to use Mastercam at a basic level to draw parts in wireframe format, use basic solid modeling techniques in conjunction with the wireframe skills, and convert or output data in a variety of formats for future manufacture of a part or product.  This is a short term class to expose the user to this technology.</w:t>
            </w:r>
          </w:p>
        </w:tc>
      </w:tr>
    </w:tbl>
    <w:p w:rsidR="00082D4E" w:rsidRDefault="00082D4E" w:rsidP="00177918">
      <w:pPr>
        <w:pStyle w:val="curriculumform"/>
      </w:pPr>
    </w:p>
    <w:p w:rsidR="00082D4E" w:rsidRDefault="00082D4E" w:rsidP="00177918">
      <w:pPr>
        <w:pStyle w:val="curriculumform"/>
      </w:pPr>
    </w:p>
    <w:tbl>
      <w:tblPr>
        <w:tblW w:w="10458"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192"/>
        <w:gridCol w:w="4476"/>
        <w:gridCol w:w="2790"/>
      </w:tblGrid>
      <w:tr w:rsidR="00082D4E" w:rsidRPr="003C7DF1">
        <w:tc>
          <w:tcPr>
            <w:tcW w:w="10458" w:type="dxa"/>
            <w:gridSpan w:val="3"/>
            <w:shd w:val="clear" w:color="auto" w:fill="FABF8F"/>
          </w:tcPr>
          <w:p w:rsidR="00082D4E" w:rsidRPr="003C7DF1" w:rsidRDefault="00082D4E" w:rsidP="00233F7C">
            <w:pPr>
              <w:pStyle w:val="curriculumform"/>
            </w:pPr>
            <w:r w:rsidRPr="003C7DF1">
              <w:t xml:space="preserve">Section #2  Function of the new course within an existing and/or new program(s) </w:t>
            </w:r>
          </w:p>
        </w:tc>
      </w:tr>
      <w:tr w:rsidR="00082D4E" w:rsidRPr="003C7DF1">
        <w:tc>
          <w:tcPr>
            <w:tcW w:w="10458" w:type="dxa"/>
            <w:gridSpan w:val="3"/>
            <w:shd w:val="clear" w:color="auto" w:fill="FBD4B4"/>
          </w:tcPr>
          <w:p w:rsidR="00082D4E" w:rsidRPr="003C7DF1" w:rsidRDefault="00082D4E" w:rsidP="00233F7C">
            <w:pPr>
              <w:pStyle w:val="curriculumform"/>
            </w:pPr>
            <w:r w:rsidRPr="003C7DF1">
              <w:t>New CTE courses must be attached to a</w:t>
            </w:r>
            <w:r>
              <w:t xml:space="preserve"> degree and/or certificate. T</w:t>
            </w:r>
            <w:r w:rsidRPr="003C7DF1">
              <w:t>hey cannot be offered unt</w:t>
            </w:r>
            <w:r>
              <w:t>il the degree or certificate is</w:t>
            </w:r>
            <w:r w:rsidRPr="003C7DF1">
              <w:t xml:space="preserve"> approved. Please answer below, as appropriate.</w:t>
            </w:r>
          </w:p>
        </w:tc>
      </w:tr>
      <w:tr w:rsidR="00082D4E" w:rsidRPr="003C7DF1">
        <w:tc>
          <w:tcPr>
            <w:tcW w:w="3192" w:type="dxa"/>
            <w:shd w:val="clear" w:color="auto" w:fill="FDE9D9"/>
          </w:tcPr>
          <w:p w:rsidR="00082D4E" w:rsidRPr="003C7DF1" w:rsidRDefault="00082D4E" w:rsidP="00233F7C">
            <w:pPr>
              <w:pStyle w:val="curriculumform"/>
            </w:pPr>
            <w:r w:rsidRPr="003C7DF1">
              <w:t>Rational</w:t>
            </w:r>
            <w:r>
              <w:t>e</w:t>
            </w:r>
            <w:r w:rsidRPr="003C7DF1">
              <w:t xml:space="preserve"> for the new course.</w:t>
            </w:r>
          </w:p>
        </w:tc>
        <w:tc>
          <w:tcPr>
            <w:tcW w:w="7266" w:type="dxa"/>
            <w:gridSpan w:val="2"/>
          </w:tcPr>
          <w:p w:rsidR="00082D4E" w:rsidRPr="00467350" w:rsidRDefault="00082D4E" w:rsidP="00233F7C">
            <w:pPr>
              <w:pStyle w:val="curriculumform"/>
            </w:pPr>
            <w:r>
              <w:t xml:space="preserve">Recommended by MMT Industrial Advisory Committee.  </w:t>
            </w:r>
            <w:r w:rsidRPr="00467350">
              <w:t>The course focuses on giving the student a fundamental understanding of how to use the</w:t>
            </w:r>
            <w:r>
              <w:t xml:space="preserve"> software in a short time span</w:t>
            </w:r>
            <w:r w:rsidRPr="00467350">
              <w:t>.</w:t>
            </w:r>
          </w:p>
        </w:tc>
      </w:tr>
      <w:tr w:rsidR="00082D4E" w:rsidRPr="003C7DF1">
        <w:tc>
          <w:tcPr>
            <w:tcW w:w="7668" w:type="dxa"/>
            <w:gridSpan w:val="2"/>
            <w:shd w:val="clear" w:color="auto" w:fill="FDE9D9"/>
          </w:tcPr>
          <w:p w:rsidR="00082D4E" w:rsidRPr="00435472" w:rsidRDefault="00082D4E" w:rsidP="00435472">
            <w:pPr>
              <w:pStyle w:val="curriculumform"/>
            </w:pPr>
            <w:r w:rsidRPr="00435472">
              <w:t>Will this new course be part of an existing, currently approved PCC certificate and/or degree?</w:t>
            </w:r>
          </w:p>
          <w:p w:rsidR="00082D4E" w:rsidRPr="00435472" w:rsidRDefault="00082D4E" w:rsidP="00233F7C">
            <w:pPr>
              <w:pStyle w:val="curriculumform"/>
            </w:pPr>
            <w:r w:rsidRPr="00435472">
              <w:t xml:space="preserve"> </w:t>
            </w:r>
          </w:p>
        </w:tc>
        <w:tc>
          <w:tcPr>
            <w:tcW w:w="2790" w:type="dxa"/>
          </w:tcPr>
          <w:p w:rsidR="00082D4E" w:rsidRPr="00435472" w:rsidRDefault="00082D4E" w:rsidP="003C7DF1">
            <w:pPr>
              <w:pStyle w:val="curriculumform"/>
            </w:pPr>
            <w:r>
              <w:t xml:space="preserve">X </w:t>
            </w:r>
            <w:r w:rsidRPr="00435472">
              <w:t xml:space="preserve">Yes </w:t>
            </w:r>
          </w:p>
          <w:bookmarkStart w:id="2" w:name="Check9"/>
          <w:p w:rsidR="00082D4E" w:rsidRPr="003C7DF1" w:rsidRDefault="00082D4E" w:rsidP="003C7DF1">
            <w:pPr>
              <w:pStyle w:val="curriculumform"/>
            </w:pPr>
            <w:r w:rsidRPr="00435472">
              <w:fldChar w:fldCharType="begin">
                <w:ffData>
                  <w:name w:val="Check9"/>
                  <w:enabled/>
                  <w:calcOnExit w:val="0"/>
                  <w:checkBox>
                    <w:sizeAuto/>
                    <w:default w:val="0"/>
                  </w:checkBox>
                </w:ffData>
              </w:fldChar>
            </w:r>
            <w:r w:rsidRPr="00435472">
              <w:instrText xml:space="preserve"> FORMCHECKBOX </w:instrText>
            </w:r>
            <w:r w:rsidRPr="00435472">
              <w:fldChar w:fldCharType="end"/>
            </w:r>
            <w:bookmarkEnd w:id="2"/>
            <w:r w:rsidRPr="00435472">
              <w:t xml:space="preserve"> No</w:t>
            </w:r>
          </w:p>
        </w:tc>
      </w:tr>
      <w:tr w:rsidR="00082D4E" w:rsidRPr="003C7DF1">
        <w:tc>
          <w:tcPr>
            <w:tcW w:w="3192" w:type="dxa"/>
            <w:shd w:val="clear" w:color="auto" w:fill="FDE9D9"/>
          </w:tcPr>
          <w:p w:rsidR="00082D4E" w:rsidRPr="003C7DF1" w:rsidRDefault="00082D4E" w:rsidP="00233F7C">
            <w:pPr>
              <w:pStyle w:val="curriculumform"/>
            </w:pPr>
            <w:r>
              <w:t>Name of c</w:t>
            </w:r>
            <w:r w:rsidRPr="003C7DF1">
              <w:t>ertificate(s):</w:t>
            </w:r>
          </w:p>
        </w:tc>
        <w:tc>
          <w:tcPr>
            <w:tcW w:w="4476" w:type="dxa"/>
          </w:tcPr>
          <w:p w:rsidR="00082D4E" w:rsidRPr="003C7DF1" w:rsidRDefault="00082D4E" w:rsidP="00233F7C">
            <w:pPr>
              <w:pStyle w:val="curriculumform"/>
            </w:pPr>
          </w:p>
        </w:tc>
        <w:tc>
          <w:tcPr>
            <w:tcW w:w="2790" w:type="dxa"/>
          </w:tcPr>
          <w:p w:rsidR="00082D4E" w:rsidRPr="003C7DF1" w:rsidRDefault="00082D4E" w:rsidP="00666384">
            <w:pPr>
              <w:pStyle w:val="curriculumform"/>
            </w:pPr>
            <w:r>
              <w:t># credit</w:t>
            </w:r>
            <w:r w:rsidRPr="003C7DF1">
              <w:t>:</w:t>
            </w:r>
            <w:r>
              <w:t xml:space="preserve"> </w:t>
            </w:r>
          </w:p>
        </w:tc>
      </w:tr>
      <w:tr w:rsidR="00082D4E" w:rsidRPr="003C7DF1">
        <w:tc>
          <w:tcPr>
            <w:tcW w:w="3192" w:type="dxa"/>
            <w:shd w:val="clear" w:color="auto" w:fill="FDE9D9"/>
          </w:tcPr>
          <w:p w:rsidR="00082D4E" w:rsidRPr="003C7DF1" w:rsidRDefault="00082D4E" w:rsidP="003C7DF1">
            <w:pPr>
              <w:pStyle w:val="curriculumform"/>
            </w:pPr>
            <w:r>
              <w:t>Name</w:t>
            </w:r>
            <w:r w:rsidRPr="003C7DF1">
              <w:t xml:space="preserve"> of </w:t>
            </w:r>
            <w:r>
              <w:t>degree</w:t>
            </w:r>
            <w:r w:rsidRPr="003C7DF1">
              <w:t>(s):</w:t>
            </w:r>
          </w:p>
        </w:tc>
        <w:tc>
          <w:tcPr>
            <w:tcW w:w="4476" w:type="dxa"/>
          </w:tcPr>
          <w:p w:rsidR="00082D4E" w:rsidRPr="003C7DF1" w:rsidRDefault="00082D4E" w:rsidP="00DF6CDC">
            <w:pPr>
              <w:pStyle w:val="curriculumform"/>
            </w:pPr>
            <w:r>
              <w:t>AAS Machine Manufacturing Technology</w:t>
            </w:r>
          </w:p>
        </w:tc>
        <w:tc>
          <w:tcPr>
            <w:tcW w:w="2790" w:type="dxa"/>
          </w:tcPr>
          <w:p w:rsidR="00082D4E" w:rsidRPr="003C7DF1" w:rsidRDefault="00082D4E" w:rsidP="00233F7C">
            <w:pPr>
              <w:pStyle w:val="curriculumform"/>
            </w:pPr>
            <w:r>
              <w:t># credit: 90</w:t>
            </w:r>
          </w:p>
        </w:tc>
      </w:tr>
      <w:tr w:rsidR="00082D4E" w:rsidRPr="003C7DF1">
        <w:tc>
          <w:tcPr>
            <w:tcW w:w="7668" w:type="dxa"/>
            <w:gridSpan w:val="2"/>
            <w:shd w:val="clear" w:color="auto" w:fill="FDE9D9"/>
          </w:tcPr>
          <w:p w:rsidR="00082D4E" w:rsidRPr="003C7DF1" w:rsidRDefault="00082D4E" w:rsidP="00425B98">
            <w:pPr>
              <w:pStyle w:val="curriculumform"/>
            </w:pPr>
            <w:r w:rsidRPr="003C7DF1">
              <w:t xml:space="preserve">Will this new course be part of a new, proposed PCC </w:t>
            </w:r>
            <w:r>
              <w:t>certificate or degree</w:t>
            </w:r>
            <w:r w:rsidRPr="003C7DF1">
              <w:t xml:space="preserve">? </w:t>
            </w:r>
          </w:p>
        </w:tc>
        <w:tc>
          <w:tcPr>
            <w:tcW w:w="2790" w:type="dxa"/>
          </w:tcPr>
          <w:p w:rsidR="00082D4E" w:rsidRDefault="00082D4E" w:rsidP="00666384">
            <w:pPr>
              <w:pStyle w:val="curriculumform"/>
            </w:pPr>
            <w:r>
              <w:fldChar w:fldCharType="begin">
                <w:ffData>
                  <w:name w:val="Check8"/>
                  <w:enabled/>
                  <w:calcOnExit w:val="0"/>
                  <w:checkBox>
                    <w:sizeAuto/>
                    <w:default w:val="0"/>
                  </w:checkBox>
                </w:ffData>
              </w:fldChar>
            </w:r>
            <w:r>
              <w:instrText xml:space="preserve"> FORMCHECKBOX </w:instrText>
            </w:r>
            <w:r>
              <w:fldChar w:fldCharType="end"/>
            </w:r>
            <w:r>
              <w:t xml:space="preserve"> Yes </w:t>
            </w:r>
          </w:p>
          <w:p w:rsidR="00082D4E" w:rsidRPr="003C7DF1" w:rsidRDefault="00082D4E" w:rsidP="00666384">
            <w:pPr>
              <w:pStyle w:val="curriculumform"/>
            </w:pPr>
            <w:r>
              <w:t>X No</w:t>
            </w:r>
          </w:p>
        </w:tc>
      </w:tr>
      <w:tr w:rsidR="00082D4E" w:rsidRPr="003C7DF1">
        <w:tc>
          <w:tcPr>
            <w:tcW w:w="3192" w:type="dxa"/>
            <w:shd w:val="clear" w:color="auto" w:fill="FDE9D9"/>
          </w:tcPr>
          <w:p w:rsidR="00082D4E" w:rsidRPr="003C7DF1" w:rsidRDefault="00082D4E" w:rsidP="00233F7C">
            <w:pPr>
              <w:pStyle w:val="curriculumform"/>
            </w:pPr>
            <w:r>
              <w:t>Name</w:t>
            </w:r>
            <w:r w:rsidRPr="003C7DF1">
              <w:t xml:space="preserve"> of new certificate(s):</w:t>
            </w:r>
          </w:p>
        </w:tc>
        <w:tc>
          <w:tcPr>
            <w:tcW w:w="4476" w:type="dxa"/>
          </w:tcPr>
          <w:p w:rsidR="00082D4E" w:rsidRPr="003C7DF1" w:rsidRDefault="00082D4E" w:rsidP="00666384">
            <w:pPr>
              <w:pStyle w:val="curriculumform"/>
            </w:pPr>
          </w:p>
        </w:tc>
        <w:tc>
          <w:tcPr>
            <w:tcW w:w="2790" w:type="dxa"/>
          </w:tcPr>
          <w:p w:rsidR="00082D4E" w:rsidRPr="003C7DF1" w:rsidRDefault="00082D4E" w:rsidP="00233F7C">
            <w:pPr>
              <w:pStyle w:val="curriculumform"/>
            </w:pPr>
            <w:r>
              <w:t># credit:</w:t>
            </w:r>
          </w:p>
        </w:tc>
      </w:tr>
      <w:tr w:rsidR="00082D4E" w:rsidRPr="003C7DF1">
        <w:tc>
          <w:tcPr>
            <w:tcW w:w="3192" w:type="dxa"/>
            <w:shd w:val="clear" w:color="auto" w:fill="FDE9D9"/>
          </w:tcPr>
          <w:p w:rsidR="00082D4E" w:rsidRPr="003C7DF1" w:rsidRDefault="00082D4E" w:rsidP="00233F7C">
            <w:pPr>
              <w:pStyle w:val="curriculumform"/>
            </w:pPr>
            <w:r>
              <w:t>Name of new degree</w:t>
            </w:r>
            <w:r w:rsidRPr="003C7DF1">
              <w:t>(s):</w:t>
            </w:r>
          </w:p>
        </w:tc>
        <w:tc>
          <w:tcPr>
            <w:tcW w:w="4476" w:type="dxa"/>
          </w:tcPr>
          <w:p w:rsidR="00082D4E" w:rsidRPr="003C7DF1" w:rsidRDefault="00082D4E" w:rsidP="00666384">
            <w:pPr>
              <w:pStyle w:val="curriculumform"/>
            </w:pPr>
          </w:p>
        </w:tc>
        <w:tc>
          <w:tcPr>
            <w:tcW w:w="2790" w:type="dxa"/>
          </w:tcPr>
          <w:p w:rsidR="00082D4E" w:rsidRPr="003C7DF1" w:rsidRDefault="00082D4E" w:rsidP="00233F7C">
            <w:pPr>
              <w:pStyle w:val="curriculumform"/>
            </w:pPr>
            <w:r>
              <w:t># credit:</w:t>
            </w:r>
          </w:p>
        </w:tc>
      </w:tr>
      <w:tr w:rsidR="00082D4E" w:rsidRPr="003C7DF1">
        <w:tc>
          <w:tcPr>
            <w:tcW w:w="3192" w:type="dxa"/>
            <w:shd w:val="clear" w:color="auto" w:fill="FDE9D9"/>
          </w:tcPr>
          <w:p w:rsidR="00082D4E" w:rsidRPr="003C7DF1" w:rsidRDefault="00082D4E" w:rsidP="00233F7C">
            <w:pPr>
              <w:pStyle w:val="curriculumform"/>
            </w:pPr>
            <w:r w:rsidRPr="003C7DF1">
              <w:t>Briefly explain how this course fits into the abov</w:t>
            </w:r>
            <w:r>
              <w:t xml:space="preserve">e program(s), i.e. requirement or </w:t>
            </w:r>
            <w:r w:rsidRPr="003C7DF1">
              <w:t>elective:</w:t>
            </w:r>
          </w:p>
        </w:tc>
        <w:tc>
          <w:tcPr>
            <w:tcW w:w="4476" w:type="dxa"/>
          </w:tcPr>
          <w:p w:rsidR="00082D4E" w:rsidRPr="003C7DF1" w:rsidRDefault="00082D4E" w:rsidP="00233F7C">
            <w:pPr>
              <w:pStyle w:val="curriculumform"/>
            </w:pPr>
            <w:r>
              <w:t>This will be an elective course within the program.</w:t>
            </w:r>
          </w:p>
        </w:tc>
        <w:tc>
          <w:tcPr>
            <w:tcW w:w="2790" w:type="dxa"/>
          </w:tcPr>
          <w:p w:rsidR="00082D4E" w:rsidRPr="003C7DF1" w:rsidRDefault="00082D4E" w:rsidP="00233F7C">
            <w:pPr>
              <w:pStyle w:val="curriculumform"/>
            </w:pPr>
          </w:p>
        </w:tc>
      </w:tr>
    </w:tbl>
    <w:p w:rsidR="00082D4E" w:rsidRDefault="00082D4E" w:rsidP="00177918">
      <w:pPr>
        <w:pStyle w:val="curriculumform"/>
      </w:pPr>
    </w:p>
    <w:tbl>
      <w:tblPr>
        <w:tblW w:w="10458"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668"/>
        <w:gridCol w:w="2790"/>
      </w:tblGrid>
      <w:tr w:rsidR="00082D4E" w:rsidRPr="003C7DF1">
        <w:tc>
          <w:tcPr>
            <w:tcW w:w="7668" w:type="dxa"/>
            <w:shd w:val="clear" w:color="auto" w:fill="FDE9D9"/>
          </w:tcPr>
          <w:p w:rsidR="00082D4E" w:rsidRPr="003C7DF1" w:rsidRDefault="00082D4E" w:rsidP="00233F7C">
            <w:pPr>
              <w:pStyle w:val="curriculumform"/>
            </w:pPr>
            <w:r w:rsidRPr="003C7DF1">
              <w:t>Is this course use</w:t>
            </w:r>
            <w:r>
              <w:t>d to supply related instruction</w:t>
            </w:r>
            <w:r w:rsidRPr="003C7DF1">
              <w:t xml:space="preserve"> for a certificate?</w:t>
            </w:r>
          </w:p>
        </w:tc>
        <w:tc>
          <w:tcPr>
            <w:tcW w:w="2790" w:type="dxa"/>
          </w:tcPr>
          <w:p w:rsidR="00082D4E" w:rsidRDefault="00082D4E" w:rsidP="00233F7C">
            <w:pPr>
              <w:pStyle w:val="curriculumform"/>
            </w:pPr>
            <w:r>
              <w:fldChar w:fldCharType="begin">
                <w:ffData>
                  <w:name w:val="Check8"/>
                  <w:enabled/>
                  <w:calcOnExit w:val="0"/>
                  <w:checkBox>
                    <w:sizeAuto/>
                    <w:default w:val="0"/>
                  </w:checkBox>
                </w:ffData>
              </w:fldChar>
            </w:r>
            <w:r>
              <w:instrText xml:space="preserve"> FORMCHECKBOX </w:instrText>
            </w:r>
            <w:r>
              <w:fldChar w:fldCharType="end"/>
            </w:r>
            <w:r>
              <w:t xml:space="preserve"> Yes </w:t>
            </w:r>
          </w:p>
          <w:p w:rsidR="00082D4E" w:rsidRPr="003C7DF1" w:rsidRDefault="00082D4E" w:rsidP="00233F7C">
            <w:pPr>
              <w:pStyle w:val="curriculumform"/>
            </w:pPr>
            <w:r>
              <w:t>X No</w:t>
            </w:r>
          </w:p>
        </w:tc>
      </w:tr>
      <w:tr w:rsidR="00082D4E" w:rsidRPr="003C7DF1">
        <w:tc>
          <w:tcPr>
            <w:tcW w:w="10458" w:type="dxa"/>
            <w:gridSpan w:val="2"/>
            <w:shd w:val="clear" w:color="auto" w:fill="FBD4B4"/>
          </w:tcPr>
          <w:p w:rsidR="00082D4E" w:rsidRDefault="00082D4E" w:rsidP="00CD6F31">
            <w:pPr>
              <w:pStyle w:val="curriculumform"/>
            </w:pPr>
            <w:r w:rsidRPr="003C7DF1">
              <w:t xml:space="preserve">If </w:t>
            </w:r>
            <w:r w:rsidRPr="004765CA">
              <w:rPr>
                <w:b/>
                <w:bCs/>
              </w:rPr>
              <w:t>no</w:t>
            </w:r>
            <w:r>
              <w:t xml:space="preserve"> is selected </w:t>
            </w:r>
            <w:r w:rsidRPr="003C7DF1">
              <w:t xml:space="preserve">continue to part </w:t>
            </w:r>
            <w:r>
              <w:t>three</w:t>
            </w:r>
            <w:r w:rsidRPr="003C7DF1">
              <w:t>.</w:t>
            </w:r>
          </w:p>
          <w:p w:rsidR="00082D4E" w:rsidRPr="003C7DF1" w:rsidRDefault="00082D4E" w:rsidP="00425B98">
            <w:pPr>
              <w:pStyle w:val="curriculumform"/>
            </w:pPr>
            <w:r>
              <w:t xml:space="preserve">If </w:t>
            </w:r>
            <w:r w:rsidRPr="004765CA">
              <w:rPr>
                <w:b/>
                <w:bCs/>
              </w:rPr>
              <w:t>yes</w:t>
            </w:r>
            <w:r>
              <w:t xml:space="preserve"> is selected complete the related instruction form available on the curriculum office website, www.pcc.edu/curriculm.</w:t>
            </w:r>
          </w:p>
        </w:tc>
      </w:tr>
    </w:tbl>
    <w:p w:rsidR="00082D4E" w:rsidRDefault="00082D4E" w:rsidP="00177918">
      <w:pPr>
        <w:pStyle w:val="curriculumform"/>
      </w:pPr>
    </w:p>
    <w:tbl>
      <w:tblPr>
        <w:tblW w:w="10458"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718"/>
        <w:gridCol w:w="7740"/>
      </w:tblGrid>
      <w:tr w:rsidR="00082D4E" w:rsidRPr="003C7DF1">
        <w:tc>
          <w:tcPr>
            <w:tcW w:w="10458" w:type="dxa"/>
            <w:gridSpan w:val="2"/>
            <w:shd w:val="clear" w:color="auto" w:fill="FABF8F"/>
          </w:tcPr>
          <w:p w:rsidR="00082D4E" w:rsidRPr="003C7DF1" w:rsidRDefault="00082D4E" w:rsidP="0032131F">
            <w:pPr>
              <w:pStyle w:val="curriculumform"/>
            </w:pPr>
            <w:r w:rsidRPr="003C7DF1">
              <w:t>Section #</w:t>
            </w:r>
            <w:r>
              <w:t>3</w:t>
            </w:r>
            <w:r w:rsidRPr="003C7DF1">
              <w:t xml:space="preserve"> Additional Information for new CTE courses</w:t>
            </w:r>
          </w:p>
        </w:tc>
      </w:tr>
      <w:tr w:rsidR="00082D4E" w:rsidRPr="003C7DF1">
        <w:trPr>
          <w:trHeight w:val="1106"/>
        </w:trPr>
        <w:tc>
          <w:tcPr>
            <w:tcW w:w="2718" w:type="dxa"/>
            <w:shd w:val="clear" w:color="auto" w:fill="FDE9D9"/>
          </w:tcPr>
          <w:p w:rsidR="00082D4E" w:rsidRPr="003C7DF1" w:rsidRDefault="00082D4E" w:rsidP="00233F7C">
            <w:pPr>
              <w:pStyle w:val="curriculumform"/>
            </w:pPr>
            <w:r w:rsidRPr="003C7DF1">
              <w:t>How or where will the course be taught.  Check all that apply</w:t>
            </w:r>
          </w:p>
        </w:tc>
        <w:tc>
          <w:tcPr>
            <w:tcW w:w="7740" w:type="dxa"/>
          </w:tcPr>
          <w:p w:rsidR="00082D4E" w:rsidRDefault="00082D4E" w:rsidP="00CB76CF">
            <w:pPr>
              <w:pStyle w:val="curriculumform"/>
            </w:pPr>
            <w:r>
              <w:t xml:space="preserve">X  on campus     </w:t>
            </w:r>
            <w:bookmarkStart w:id="3" w:name="Check11"/>
            <w:r>
              <w:fldChar w:fldCharType="begin">
                <w:ffData>
                  <w:name w:val="Check11"/>
                  <w:enabled/>
                  <w:calcOnExit w:val="0"/>
                  <w:checkBox>
                    <w:sizeAuto/>
                    <w:default w:val="0"/>
                  </w:checkBox>
                </w:ffData>
              </w:fldChar>
            </w:r>
            <w:r>
              <w:instrText xml:space="preserve"> FORMCHECKBOX </w:instrText>
            </w:r>
            <w:r>
              <w:fldChar w:fldCharType="end"/>
            </w:r>
            <w:bookmarkEnd w:id="3"/>
            <w:r>
              <w:t xml:space="preserve"> hybrid    </w:t>
            </w:r>
            <w:bookmarkStart w:id="4" w:name="Check12"/>
            <w:r>
              <w:fldChar w:fldCharType="begin">
                <w:ffData>
                  <w:name w:val="Check12"/>
                  <w:enabled/>
                  <w:calcOnExit w:val="0"/>
                  <w:checkBox>
                    <w:sizeAuto/>
                    <w:default w:val="0"/>
                  </w:checkBox>
                </w:ffData>
              </w:fldChar>
            </w:r>
            <w:r>
              <w:instrText xml:space="preserve"> FORMCHECKBOX </w:instrText>
            </w:r>
            <w:r>
              <w:fldChar w:fldCharType="end"/>
            </w:r>
            <w:bookmarkEnd w:id="4"/>
            <w:r>
              <w:t xml:space="preserve"> on-line (complete DL Modality form, obtain signature and submit to the DL office)    </w:t>
            </w:r>
          </w:p>
          <w:bookmarkStart w:id="5" w:name="Check13"/>
          <w:p w:rsidR="00082D4E" w:rsidRPr="003C7DF1" w:rsidRDefault="00082D4E" w:rsidP="00CB76CF">
            <w:pPr>
              <w:pStyle w:val="curriculumform"/>
            </w:pPr>
            <w:r>
              <w:fldChar w:fldCharType="begin">
                <w:ffData>
                  <w:name w:val="Check13"/>
                  <w:enabled/>
                  <w:calcOnExit w:val="0"/>
                  <w:checkBox>
                    <w:sizeAuto/>
                    <w:default w:val="0"/>
                  </w:checkBox>
                </w:ffData>
              </w:fldChar>
            </w:r>
            <w:r>
              <w:instrText xml:space="preserve"> FORMCHECKBOX </w:instrText>
            </w:r>
            <w:r>
              <w:fldChar w:fldCharType="end"/>
            </w:r>
            <w:bookmarkEnd w:id="5"/>
            <w:r>
              <w:t xml:space="preserve"> other (explain) </w:t>
            </w:r>
          </w:p>
        </w:tc>
      </w:tr>
      <w:tr w:rsidR="00082D4E" w:rsidRPr="003C7DF1">
        <w:tc>
          <w:tcPr>
            <w:tcW w:w="2718" w:type="dxa"/>
            <w:shd w:val="clear" w:color="auto" w:fill="FDE9D9"/>
          </w:tcPr>
          <w:p w:rsidR="00082D4E" w:rsidRPr="003C7DF1" w:rsidRDefault="00082D4E" w:rsidP="00A57894">
            <w:pPr>
              <w:pStyle w:val="curriculumform"/>
            </w:pPr>
            <w:r>
              <w:t>Transferability: Will this course transfer to another academic institution?  Identify</w:t>
            </w:r>
          </w:p>
        </w:tc>
        <w:tc>
          <w:tcPr>
            <w:tcW w:w="7740" w:type="dxa"/>
          </w:tcPr>
          <w:p w:rsidR="00082D4E" w:rsidRDefault="00082D4E" w:rsidP="00A57894">
            <w:pPr>
              <w:pStyle w:val="curriculumform"/>
            </w:pPr>
            <w:r>
              <w:t>Possibly.</w:t>
            </w:r>
          </w:p>
          <w:p w:rsidR="00082D4E" w:rsidRPr="003C7DF1" w:rsidRDefault="00082D4E" w:rsidP="00A57894">
            <w:pPr>
              <w:pStyle w:val="curriculumform"/>
            </w:pPr>
            <w:r>
              <w:t>To OIT’s Manufacturing Engineering Technology BS degree as a technical elective.</w:t>
            </w:r>
          </w:p>
        </w:tc>
      </w:tr>
      <w:tr w:rsidR="00082D4E" w:rsidRPr="003C7DF1">
        <w:tc>
          <w:tcPr>
            <w:tcW w:w="10458" w:type="dxa"/>
            <w:gridSpan w:val="2"/>
            <w:shd w:val="clear" w:color="auto" w:fill="FBD4B4"/>
          </w:tcPr>
          <w:p w:rsidR="00082D4E" w:rsidRPr="003C7DF1" w:rsidRDefault="00082D4E" w:rsidP="00A57894">
            <w:pPr>
              <w:pStyle w:val="curriculumform"/>
            </w:pPr>
            <w:r w:rsidRPr="003C7DF1">
              <w:t>Impact on other Programs and Departments</w:t>
            </w:r>
          </w:p>
        </w:tc>
      </w:tr>
      <w:tr w:rsidR="00082D4E" w:rsidRPr="003C7DF1">
        <w:tc>
          <w:tcPr>
            <w:tcW w:w="2718" w:type="dxa"/>
            <w:shd w:val="clear" w:color="auto" w:fill="FDE9D9"/>
          </w:tcPr>
          <w:p w:rsidR="00082D4E" w:rsidRPr="003C7DF1" w:rsidRDefault="00082D4E" w:rsidP="00A57894">
            <w:pPr>
              <w:pStyle w:val="curriculumform"/>
            </w:pPr>
            <w:r w:rsidRPr="003C7DF1">
              <w:t xml:space="preserve">Are there </w:t>
            </w:r>
            <w:r>
              <w:t xml:space="preserve">degrees and/or certificated that are affected by the instruction of this course? If so, provide details. </w:t>
            </w:r>
          </w:p>
        </w:tc>
        <w:tc>
          <w:tcPr>
            <w:tcW w:w="7740" w:type="dxa"/>
          </w:tcPr>
          <w:p w:rsidR="00082D4E" w:rsidRPr="003C7DF1" w:rsidRDefault="00082D4E" w:rsidP="00A57894">
            <w:pPr>
              <w:pStyle w:val="curriculumform"/>
            </w:pPr>
            <w:r>
              <w:t>No</w:t>
            </w:r>
          </w:p>
        </w:tc>
      </w:tr>
      <w:tr w:rsidR="00082D4E" w:rsidRPr="003C7DF1">
        <w:tc>
          <w:tcPr>
            <w:tcW w:w="2718" w:type="dxa"/>
            <w:shd w:val="clear" w:color="auto" w:fill="FDE9D9"/>
          </w:tcPr>
          <w:p w:rsidR="00082D4E" w:rsidRPr="003C7DF1" w:rsidRDefault="00082D4E" w:rsidP="00CB76CF">
            <w:pPr>
              <w:pStyle w:val="curriculumform"/>
            </w:pPr>
            <w:r>
              <w:t xml:space="preserve">Are there similar courses existing in other programs or disciplines at PCC? If yes, provide details and/or describe the nature of acknowledgments and/or agreements that have been reached.  </w:t>
            </w:r>
          </w:p>
        </w:tc>
        <w:tc>
          <w:tcPr>
            <w:tcW w:w="7740" w:type="dxa"/>
          </w:tcPr>
          <w:p w:rsidR="00082D4E" w:rsidRPr="003C7DF1" w:rsidRDefault="00082D4E" w:rsidP="00233F7C">
            <w:pPr>
              <w:pStyle w:val="curriculumform"/>
            </w:pPr>
            <w:r>
              <w:t>No</w:t>
            </w:r>
          </w:p>
        </w:tc>
      </w:tr>
      <w:tr w:rsidR="00082D4E" w:rsidRPr="003C7DF1">
        <w:tc>
          <w:tcPr>
            <w:tcW w:w="10458" w:type="dxa"/>
            <w:gridSpan w:val="2"/>
            <w:shd w:val="clear" w:color="auto" w:fill="FBD4B4"/>
          </w:tcPr>
          <w:p w:rsidR="00082D4E" w:rsidRPr="004765CA" w:rsidRDefault="00082D4E" w:rsidP="00233F7C">
            <w:pPr>
              <w:pStyle w:val="curriculumform"/>
              <w:rPr>
                <w:rStyle w:val="PlaceholderText"/>
                <w:rFonts w:cs="Arial"/>
                <w:color w:val="auto"/>
              </w:rPr>
            </w:pPr>
            <w:r>
              <w:rPr>
                <w:rStyle w:val="PlaceholderText"/>
                <w:rFonts w:cs="Arial"/>
                <w:color w:val="auto"/>
              </w:rPr>
              <w:t>Identify and consult</w:t>
            </w:r>
            <w:r w:rsidRPr="00740F01">
              <w:rPr>
                <w:rStyle w:val="PlaceholderText"/>
                <w:rFonts w:cs="Arial"/>
                <w:color w:val="auto"/>
              </w:rPr>
              <w:t xml:space="preserve"> with SAC</w:t>
            </w:r>
            <w:r>
              <w:rPr>
                <w:rStyle w:val="PlaceholderText"/>
                <w:rFonts w:cs="Arial"/>
                <w:color w:val="auto"/>
              </w:rPr>
              <w:t xml:space="preserve"> chairs who may be impacted by this course such as content overlap, course duplication, prerequisite, enrollment, etc.</w:t>
            </w:r>
          </w:p>
        </w:tc>
      </w:tr>
      <w:tr w:rsidR="00082D4E" w:rsidRPr="003C7DF1">
        <w:tc>
          <w:tcPr>
            <w:tcW w:w="2718" w:type="dxa"/>
            <w:shd w:val="clear" w:color="auto" w:fill="FDE9D9"/>
          </w:tcPr>
          <w:p w:rsidR="00082D4E" w:rsidRPr="003C7DF1" w:rsidRDefault="00082D4E" w:rsidP="00233F7C">
            <w:pPr>
              <w:pStyle w:val="curriculumform"/>
            </w:pPr>
            <w:r>
              <w:t>If yes, explain and/or describe the nature of acknowledgments and/or agreements that have been reached</w:t>
            </w:r>
          </w:p>
        </w:tc>
        <w:tc>
          <w:tcPr>
            <w:tcW w:w="7740" w:type="dxa"/>
          </w:tcPr>
          <w:p w:rsidR="00082D4E" w:rsidRPr="003C7DF1" w:rsidRDefault="00082D4E" w:rsidP="00233F7C">
            <w:pPr>
              <w:pStyle w:val="curriculumform"/>
            </w:pPr>
            <w:r>
              <w:t>None</w:t>
            </w:r>
          </w:p>
        </w:tc>
      </w:tr>
      <w:tr w:rsidR="00082D4E" w:rsidRPr="003C7DF1">
        <w:tc>
          <w:tcPr>
            <w:tcW w:w="10458" w:type="dxa"/>
            <w:gridSpan w:val="2"/>
            <w:shd w:val="clear" w:color="auto" w:fill="FBD4B4"/>
          </w:tcPr>
          <w:p w:rsidR="00082D4E" w:rsidRPr="004765CA" w:rsidRDefault="00082D4E" w:rsidP="00EE6D41">
            <w:pPr>
              <w:pStyle w:val="curriculumform"/>
              <w:rPr>
                <w:rStyle w:val="PlaceholderText"/>
                <w:rFonts w:cs="Arial"/>
                <w:color w:val="auto"/>
              </w:rPr>
            </w:pPr>
            <w:r>
              <w:rPr>
                <w:rStyle w:val="PlaceholderText"/>
                <w:rFonts w:cs="Arial"/>
                <w:color w:val="auto"/>
              </w:rPr>
              <w:t xml:space="preserve">Is there any potential impact on another department of campus? </w:t>
            </w:r>
          </w:p>
        </w:tc>
      </w:tr>
      <w:tr w:rsidR="00082D4E" w:rsidRPr="003C7DF1">
        <w:tc>
          <w:tcPr>
            <w:tcW w:w="2718" w:type="dxa"/>
            <w:shd w:val="clear" w:color="auto" w:fill="FDE9D9"/>
          </w:tcPr>
          <w:p w:rsidR="00082D4E" w:rsidRPr="003C7DF1" w:rsidRDefault="00082D4E" w:rsidP="00740F01">
            <w:pPr>
              <w:pStyle w:val="curriculumform"/>
            </w:pPr>
            <w:r>
              <w:t>If yes, explain and/or describe the nature of acknowledgments and/or agreements that have been reached</w:t>
            </w:r>
          </w:p>
        </w:tc>
        <w:tc>
          <w:tcPr>
            <w:tcW w:w="7740" w:type="dxa"/>
          </w:tcPr>
          <w:p w:rsidR="00082D4E" w:rsidRPr="003C7DF1" w:rsidRDefault="00082D4E" w:rsidP="00740F01">
            <w:pPr>
              <w:pStyle w:val="curriculumform"/>
            </w:pPr>
            <w:r>
              <w:t>No</w:t>
            </w:r>
          </w:p>
        </w:tc>
      </w:tr>
      <w:tr w:rsidR="00082D4E" w:rsidRPr="003C7DF1">
        <w:tc>
          <w:tcPr>
            <w:tcW w:w="2718" w:type="dxa"/>
            <w:shd w:val="clear" w:color="auto" w:fill="FDE9D9"/>
          </w:tcPr>
          <w:p w:rsidR="00082D4E" w:rsidRPr="003C7DF1" w:rsidRDefault="00082D4E" w:rsidP="00233F7C">
            <w:pPr>
              <w:pStyle w:val="curriculumform"/>
            </w:pPr>
            <w:r>
              <w:t xml:space="preserve">Implementation term: </w:t>
            </w:r>
          </w:p>
        </w:tc>
        <w:tc>
          <w:tcPr>
            <w:tcW w:w="7740" w:type="dxa"/>
          </w:tcPr>
          <w:p w:rsidR="00082D4E" w:rsidRDefault="00082D4E" w:rsidP="00425B98">
            <w:pPr>
              <w:pStyle w:val="curriculumform"/>
            </w:pPr>
            <w:r>
              <w:t>X  Next available term after approval</w:t>
            </w:r>
          </w:p>
          <w:bookmarkStart w:id="6" w:name="Check19"/>
          <w:p w:rsidR="00082D4E" w:rsidRPr="003C7DF1" w:rsidRDefault="00082D4E" w:rsidP="00425B98">
            <w:pPr>
              <w:pStyle w:val="curriculumform"/>
            </w:pPr>
            <w:r>
              <w:fldChar w:fldCharType="begin">
                <w:ffData>
                  <w:name w:val="Check19"/>
                  <w:enabled/>
                  <w:calcOnExit w:val="0"/>
                  <w:checkBox>
                    <w:sizeAuto/>
                    <w:default w:val="0"/>
                  </w:checkBox>
                </w:ffData>
              </w:fldChar>
            </w:r>
            <w:r>
              <w:instrText xml:space="preserve"> FORMCHECKBOX </w:instrText>
            </w:r>
            <w:r>
              <w:fldChar w:fldCharType="end"/>
            </w:r>
            <w:bookmarkEnd w:id="6"/>
            <w:r>
              <w:t xml:space="preserve">  Specific term:  </w:t>
            </w:r>
          </w:p>
        </w:tc>
      </w:tr>
      <w:tr w:rsidR="00082D4E" w:rsidRPr="003C7DF1">
        <w:tc>
          <w:tcPr>
            <w:tcW w:w="10458" w:type="dxa"/>
            <w:gridSpan w:val="2"/>
            <w:shd w:val="clear" w:color="auto" w:fill="FBD4B4"/>
          </w:tcPr>
          <w:p w:rsidR="00082D4E" w:rsidRPr="003C7DF1" w:rsidRDefault="00082D4E" w:rsidP="00EE6D41">
            <w:pPr>
              <w:pStyle w:val="curriculumform"/>
            </w:pPr>
            <w:r w:rsidRPr="003C7DF1">
              <w:t xml:space="preserve">Allow 3-4 months to complete the new course approval process before the course can be scheduled. </w:t>
            </w:r>
          </w:p>
        </w:tc>
      </w:tr>
    </w:tbl>
    <w:p w:rsidR="00082D4E" w:rsidRDefault="00082D4E" w:rsidP="00177918">
      <w:pPr>
        <w:pStyle w:val="curriculumform"/>
      </w:pPr>
    </w:p>
    <w:tbl>
      <w:tblPr>
        <w:tblW w:w="10350"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500"/>
        <w:gridCol w:w="3150"/>
        <w:gridCol w:w="2700"/>
      </w:tblGrid>
      <w:tr w:rsidR="00082D4E" w:rsidRPr="00F74910">
        <w:tc>
          <w:tcPr>
            <w:tcW w:w="10350" w:type="dxa"/>
            <w:gridSpan w:val="3"/>
            <w:shd w:val="clear" w:color="auto" w:fill="FABF8F"/>
          </w:tcPr>
          <w:p w:rsidR="00082D4E" w:rsidRPr="009B23DB" w:rsidRDefault="00082D4E" w:rsidP="00735A15">
            <w:pPr>
              <w:pStyle w:val="curriculumform"/>
              <w:rPr>
                <w:sz w:val="20"/>
                <w:szCs w:val="20"/>
              </w:rPr>
            </w:pPr>
            <w:r>
              <w:rPr>
                <w:sz w:val="20"/>
                <w:szCs w:val="20"/>
              </w:rPr>
              <w:t>Section # 4</w:t>
            </w:r>
            <w:r w:rsidRPr="009B23DB">
              <w:rPr>
                <w:sz w:val="20"/>
                <w:szCs w:val="20"/>
              </w:rPr>
              <w:t xml:space="preserve"> Department Review</w:t>
            </w:r>
          </w:p>
        </w:tc>
      </w:tr>
      <w:tr w:rsidR="00082D4E" w:rsidRPr="00F74910">
        <w:tc>
          <w:tcPr>
            <w:tcW w:w="10350" w:type="dxa"/>
            <w:gridSpan w:val="3"/>
            <w:shd w:val="clear" w:color="auto" w:fill="FABF8F"/>
          </w:tcPr>
          <w:p w:rsidR="00082D4E" w:rsidRPr="009B23DB" w:rsidRDefault="00082D4E" w:rsidP="00735A15">
            <w:pPr>
              <w:pStyle w:val="curriculumform"/>
              <w:rPr>
                <w:sz w:val="20"/>
                <w:szCs w:val="20"/>
              </w:rPr>
            </w:pPr>
            <w:r w:rsidRPr="009B23DB">
              <w:rPr>
                <w:sz w:val="20"/>
                <w:szCs w:val="20"/>
              </w:rPr>
              <w:t>This proposal has be reviewed at the SAC level and approved for submission.</w:t>
            </w:r>
          </w:p>
        </w:tc>
      </w:tr>
      <w:tr w:rsidR="00082D4E" w:rsidRPr="00F74910">
        <w:trPr>
          <w:trHeight w:val="260"/>
        </w:trPr>
        <w:tc>
          <w:tcPr>
            <w:tcW w:w="4500" w:type="dxa"/>
            <w:shd w:val="clear" w:color="auto" w:fill="FDE9D9"/>
          </w:tcPr>
          <w:p w:rsidR="00082D4E" w:rsidRPr="00F74910" w:rsidRDefault="00082D4E" w:rsidP="00735A15">
            <w:pPr>
              <w:pStyle w:val="curriculumform"/>
              <w:jc w:val="center"/>
            </w:pPr>
            <w:r>
              <w:t>SAC Chair</w:t>
            </w:r>
          </w:p>
        </w:tc>
        <w:tc>
          <w:tcPr>
            <w:tcW w:w="3150" w:type="dxa"/>
            <w:shd w:val="clear" w:color="auto" w:fill="FDE9D9"/>
          </w:tcPr>
          <w:p w:rsidR="00082D4E" w:rsidRPr="00F74910" w:rsidRDefault="00082D4E" w:rsidP="00735A15">
            <w:pPr>
              <w:pStyle w:val="curriculumform"/>
              <w:jc w:val="center"/>
            </w:pPr>
            <w:r w:rsidRPr="00F74910">
              <w:t>E</w:t>
            </w:r>
            <w:r>
              <w:t>mail</w:t>
            </w:r>
          </w:p>
        </w:tc>
        <w:tc>
          <w:tcPr>
            <w:tcW w:w="2700" w:type="dxa"/>
            <w:shd w:val="clear" w:color="auto" w:fill="FDE9D9"/>
          </w:tcPr>
          <w:p w:rsidR="00082D4E" w:rsidRPr="00F74910" w:rsidRDefault="00082D4E" w:rsidP="00735A15">
            <w:pPr>
              <w:pStyle w:val="curriculumform"/>
              <w:jc w:val="center"/>
            </w:pPr>
            <w:r>
              <w:t>D</w:t>
            </w:r>
            <w:r w:rsidRPr="00F74910">
              <w:t>ate</w:t>
            </w:r>
          </w:p>
        </w:tc>
      </w:tr>
      <w:tr w:rsidR="00082D4E" w:rsidRPr="00F74910">
        <w:trPr>
          <w:trHeight w:val="368"/>
        </w:trPr>
        <w:tc>
          <w:tcPr>
            <w:tcW w:w="4500" w:type="dxa"/>
          </w:tcPr>
          <w:p w:rsidR="00082D4E" w:rsidRPr="00CA7579" w:rsidRDefault="00082D4E" w:rsidP="00CA7579">
            <w:pPr>
              <w:pStyle w:val="curriculumform"/>
            </w:pPr>
            <w:r w:rsidRPr="00CA7579">
              <w:t>Joe Huddleston</w:t>
            </w:r>
          </w:p>
          <w:p w:rsidR="00082D4E" w:rsidRPr="00CA7579" w:rsidRDefault="00082D4E" w:rsidP="00CA7579">
            <w:pPr>
              <w:pStyle w:val="curriculumform"/>
            </w:pPr>
          </w:p>
        </w:tc>
        <w:tc>
          <w:tcPr>
            <w:tcW w:w="3150" w:type="dxa"/>
          </w:tcPr>
          <w:p w:rsidR="00082D4E" w:rsidRPr="00F74910" w:rsidRDefault="00082D4E" w:rsidP="00735A15">
            <w:pPr>
              <w:pStyle w:val="curriculumform"/>
            </w:pPr>
            <w:r w:rsidRPr="00CA7579">
              <w:t>Joe.huddleston@pcc.edu</w:t>
            </w:r>
          </w:p>
        </w:tc>
        <w:tc>
          <w:tcPr>
            <w:tcW w:w="2700" w:type="dxa"/>
          </w:tcPr>
          <w:p w:rsidR="00082D4E" w:rsidRPr="00F74910" w:rsidRDefault="00082D4E" w:rsidP="00735A15">
            <w:pPr>
              <w:pStyle w:val="curriculumform"/>
            </w:pPr>
          </w:p>
        </w:tc>
      </w:tr>
      <w:tr w:rsidR="00082D4E" w:rsidRPr="00F74910">
        <w:trPr>
          <w:trHeight w:val="197"/>
        </w:trPr>
        <w:tc>
          <w:tcPr>
            <w:tcW w:w="4500" w:type="dxa"/>
            <w:shd w:val="clear" w:color="auto" w:fill="FDE9D9"/>
          </w:tcPr>
          <w:p w:rsidR="00082D4E" w:rsidRPr="00F74910" w:rsidRDefault="00082D4E" w:rsidP="00735A15">
            <w:pPr>
              <w:pStyle w:val="curriculumform"/>
              <w:jc w:val="center"/>
            </w:pPr>
            <w:r>
              <w:t>SAC Admin Liaison</w:t>
            </w:r>
          </w:p>
        </w:tc>
        <w:tc>
          <w:tcPr>
            <w:tcW w:w="3150" w:type="dxa"/>
            <w:shd w:val="clear" w:color="auto" w:fill="FDE9D9"/>
          </w:tcPr>
          <w:p w:rsidR="00082D4E" w:rsidRPr="00F74910" w:rsidRDefault="00082D4E" w:rsidP="00735A15">
            <w:pPr>
              <w:pStyle w:val="curriculumform"/>
              <w:jc w:val="center"/>
            </w:pPr>
            <w:r w:rsidRPr="00F74910">
              <w:t>E</w:t>
            </w:r>
            <w:r>
              <w:t>mail</w:t>
            </w:r>
          </w:p>
        </w:tc>
        <w:tc>
          <w:tcPr>
            <w:tcW w:w="2700" w:type="dxa"/>
            <w:shd w:val="clear" w:color="auto" w:fill="FDE9D9"/>
          </w:tcPr>
          <w:p w:rsidR="00082D4E" w:rsidRPr="00F74910" w:rsidRDefault="00082D4E" w:rsidP="00735A15">
            <w:pPr>
              <w:pStyle w:val="curriculumform"/>
              <w:jc w:val="center"/>
            </w:pPr>
            <w:r>
              <w:t>D</w:t>
            </w:r>
            <w:r w:rsidRPr="00F74910">
              <w:t>ate</w:t>
            </w:r>
          </w:p>
        </w:tc>
      </w:tr>
      <w:tr w:rsidR="00082D4E" w:rsidRPr="00F74910">
        <w:trPr>
          <w:trHeight w:val="332"/>
        </w:trPr>
        <w:tc>
          <w:tcPr>
            <w:tcW w:w="4500" w:type="dxa"/>
          </w:tcPr>
          <w:p w:rsidR="00082D4E" w:rsidRPr="005A5E56" w:rsidRDefault="00082D4E" w:rsidP="00735A15">
            <w:pPr>
              <w:pStyle w:val="curriculumform"/>
            </w:pPr>
            <w:r w:rsidRPr="005A5E56">
              <w:t>Daniel E Findley</w:t>
            </w:r>
          </w:p>
          <w:p w:rsidR="00082D4E" w:rsidRPr="00CA7579" w:rsidRDefault="00082D4E" w:rsidP="00735A15">
            <w:pPr>
              <w:pStyle w:val="curriculumform"/>
            </w:pPr>
          </w:p>
        </w:tc>
        <w:tc>
          <w:tcPr>
            <w:tcW w:w="3150" w:type="dxa"/>
          </w:tcPr>
          <w:p w:rsidR="00082D4E" w:rsidRPr="005A5E56" w:rsidRDefault="00082D4E" w:rsidP="00735A15">
            <w:pPr>
              <w:pStyle w:val="curriculumform"/>
            </w:pPr>
            <w:r w:rsidRPr="005A5E56">
              <w:t>dfindley@pcc.edu</w:t>
            </w:r>
          </w:p>
        </w:tc>
        <w:tc>
          <w:tcPr>
            <w:tcW w:w="2700" w:type="dxa"/>
          </w:tcPr>
          <w:p w:rsidR="00082D4E" w:rsidRPr="00F74910" w:rsidRDefault="00082D4E" w:rsidP="00735A15">
            <w:pPr>
              <w:pStyle w:val="curriculumform"/>
            </w:pPr>
          </w:p>
        </w:tc>
      </w:tr>
    </w:tbl>
    <w:p w:rsidR="00082D4E" w:rsidRPr="008C5C08" w:rsidRDefault="00082D4E" w:rsidP="00E47FBE">
      <w:pPr>
        <w:pStyle w:val="curriculumform"/>
      </w:pPr>
    </w:p>
    <w:sectPr w:rsidR="00082D4E" w:rsidRPr="008C5C08" w:rsidSect="00743A68">
      <w:footerReference w:type="default" r:id="rId9"/>
      <w:pgSz w:w="12240" w:h="15840"/>
      <w:pgMar w:top="720" w:right="1008" w:bottom="662" w:left="1008" w:header="720" w:footer="720" w:gutter="0"/>
      <w:cols w:space="720"/>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2D4E" w:rsidRDefault="00082D4E" w:rsidP="004D3077">
      <w:r>
        <w:separator/>
      </w:r>
    </w:p>
  </w:endnote>
  <w:endnote w:type="continuationSeparator" w:id="1">
    <w:p w:rsidR="00082D4E" w:rsidRDefault="00082D4E" w:rsidP="004D30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D4E" w:rsidRDefault="00082D4E">
    <w:pPr>
      <w:pStyle w:val="Footer"/>
      <w:jc w:val="right"/>
    </w:pPr>
    <w:r w:rsidRPr="00470EF4">
      <w:rPr>
        <w:sz w:val="20"/>
        <w:szCs w:val="20"/>
      </w:rPr>
      <w:t xml:space="preserve">    new CTE course</w:t>
    </w:r>
    <w:r>
      <w:t xml:space="preserve">     </w:t>
    </w:r>
    <w:fldSimple w:instr=" PAGE   \* MERGEFORMAT ">
      <w:r>
        <w:rPr>
          <w:noProof/>
        </w:rPr>
        <w:t>1</w:t>
      </w:r>
    </w:fldSimple>
  </w:p>
  <w:p w:rsidR="00082D4E" w:rsidRPr="00B66BAD" w:rsidRDefault="00082D4E">
    <w:pPr>
      <w:pStyle w:val="Footer"/>
      <w:rPr>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2D4E" w:rsidRDefault="00082D4E" w:rsidP="004D3077">
      <w:r>
        <w:separator/>
      </w:r>
    </w:p>
  </w:footnote>
  <w:footnote w:type="continuationSeparator" w:id="1">
    <w:p w:rsidR="00082D4E" w:rsidRDefault="00082D4E" w:rsidP="004D30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10354F"/>
    <w:multiLevelType w:val="hybridMultilevel"/>
    <w:tmpl w:val="90104F9A"/>
    <w:lvl w:ilvl="0" w:tplc="C13A845C">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nsid w:val="25304D65"/>
    <w:multiLevelType w:val="hybridMultilevel"/>
    <w:tmpl w:val="602024FE"/>
    <w:lvl w:ilvl="0" w:tplc="C13A845C">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nsid w:val="5E2321AA"/>
    <w:multiLevelType w:val="hybridMultilevel"/>
    <w:tmpl w:val="E05A8394"/>
    <w:lvl w:ilvl="0" w:tplc="0409000F">
      <w:start w:val="1"/>
      <w:numFmt w:val="decimal"/>
      <w:lvlText w:val="%1."/>
      <w:lvlJc w:val="left"/>
      <w:pPr>
        <w:tabs>
          <w:tab w:val="num" w:pos="1080"/>
        </w:tabs>
        <w:ind w:left="1080" w:hanging="36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3">
    <w:nsid w:val="68060628"/>
    <w:multiLevelType w:val="hybridMultilevel"/>
    <w:tmpl w:val="7B608CEA"/>
    <w:lvl w:ilvl="0" w:tplc="04090015">
      <w:start w:val="1"/>
      <w:numFmt w:val="upperLetter"/>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F7D75"/>
    <w:rsid w:val="000309FF"/>
    <w:rsid w:val="000668F0"/>
    <w:rsid w:val="00081A61"/>
    <w:rsid w:val="00082D4E"/>
    <w:rsid w:val="000B5B68"/>
    <w:rsid w:val="000C2EF0"/>
    <w:rsid w:val="000C2FED"/>
    <w:rsid w:val="000D2159"/>
    <w:rsid w:val="0010026F"/>
    <w:rsid w:val="00112F54"/>
    <w:rsid w:val="00124E8E"/>
    <w:rsid w:val="00177918"/>
    <w:rsid w:val="00192B05"/>
    <w:rsid w:val="00194B7A"/>
    <w:rsid w:val="001B17C9"/>
    <w:rsid w:val="001D1C47"/>
    <w:rsid w:val="001D4F35"/>
    <w:rsid w:val="001E375C"/>
    <w:rsid w:val="001F62EB"/>
    <w:rsid w:val="00233F7C"/>
    <w:rsid w:val="002429AF"/>
    <w:rsid w:val="00246DDF"/>
    <w:rsid w:val="00272F09"/>
    <w:rsid w:val="002B24E7"/>
    <w:rsid w:val="0030049E"/>
    <w:rsid w:val="00316430"/>
    <w:rsid w:val="0032131F"/>
    <w:rsid w:val="00333948"/>
    <w:rsid w:val="00351BE8"/>
    <w:rsid w:val="00352BE6"/>
    <w:rsid w:val="0039057C"/>
    <w:rsid w:val="00397F26"/>
    <w:rsid w:val="003A38EF"/>
    <w:rsid w:val="003C2DA5"/>
    <w:rsid w:val="003C7DF1"/>
    <w:rsid w:val="003E709A"/>
    <w:rsid w:val="0040203B"/>
    <w:rsid w:val="00417B1C"/>
    <w:rsid w:val="00425B98"/>
    <w:rsid w:val="00427EE3"/>
    <w:rsid w:val="00431DC3"/>
    <w:rsid w:val="00435472"/>
    <w:rsid w:val="004432A3"/>
    <w:rsid w:val="00461371"/>
    <w:rsid w:val="00467350"/>
    <w:rsid w:val="00470EF4"/>
    <w:rsid w:val="00473022"/>
    <w:rsid w:val="004753F8"/>
    <w:rsid w:val="004765CA"/>
    <w:rsid w:val="00477272"/>
    <w:rsid w:val="00493372"/>
    <w:rsid w:val="00496699"/>
    <w:rsid w:val="004A235A"/>
    <w:rsid w:val="004D3077"/>
    <w:rsid w:val="004D53F9"/>
    <w:rsid w:val="00515610"/>
    <w:rsid w:val="0052548C"/>
    <w:rsid w:val="00542899"/>
    <w:rsid w:val="00567225"/>
    <w:rsid w:val="005814EA"/>
    <w:rsid w:val="00590F27"/>
    <w:rsid w:val="005919DB"/>
    <w:rsid w:val="005A5CE8"/>
    <w:rsid w:val="005A5E56"/>
    <w:rsid w:val="005C0A39"/>
    <w:rsid w:val="005E5C2D"/>
    <w:rsid w:val="00614930"/>
    <w:rsid w:val="006167FB"/>
    <w:rsid w:val="0064054D"/>
    <w:rsid w:val="00646E56"/>
    <w:rsid w:val="00651D33"/>
    <w:rsid w:val="00666384"/>
    <w:rsid w:val="0066772F"/>
    <w:rsid w:val="00680DDE"/>
    <w:rsid w:val="00681511"/>
    <w:rsid w:val="006B1076"/>
    <w:rsid w:val="006B12A3"/>
    <w:rsid w:val="006E422C"/>
    <w:rsid w:val="006F0D46"/>
    <w:rsid w:val="007032BF"/>
    <w:rsid w:val="0071695F"/>
    <w:rsid w:val="00721B50"/>
    <w:rsid w:val="00735A15"/>
    <w:rsid w:val="00740F01"/>
    <w:rsid w:val="00743A68"/>
    <w:rsid w:val="00766021"/>
    <w:rsid w:val="00797256"/>
    <w:rsid w:val="007D3C4E"/>
    <w:rsid w:val="007E542E"/>
    <w:rsid w:val="008006E6"/>
    <w:rsid w:val="0080643A"/>
    <w:rsid w:val="008127BC"/>
    <w:rsid w:val="00844BBF"/>
    <w:rsid w:val="00895DE1"/>
    <w:rsid w:val="008C5C08"/>
    <w:rsid w:val="008D270F"/>
    <w:rsid w:val="008E64C9"/>
    <w:rsid w:val="00941901"/>
    <w:rsid w:val="009447E9"/>
    <w:rsid w:val="00953828"/>
    <w:rsid w:val="0096489F"/>
    <w:rsid w:val="009731A1"/>
    <w:rsid w:val="009B23DB"/>
    <w:rsid w:val="009E36B2"/>
    <w:rsid w:val="009F7D75"/>
    <w:rsid w:val="00A32BAA"/>
    <w:rsid w:val="00A47F27"/>
    <w:rsid w:val="00A57894"/>
    <w:rsid w:val="00A634ED"/>
    <w:rsid w:val="00A72D3A"/>
    <w:rsid w:val="00A803E3"/>
    <w:rsid w:val="00A9083C"/>
    <w:rsid w:val="00AD31F5"/>
    <w:rsid w:val="00AE3233"/>
    <w:rsid w:val="00B14C6C"/>
    <w:rsid w:val="00B450FC"/>
    <w:rsid w:val="00B66BAD"/>
    <w:rsid w:val="00BD4D41"/>
    <w:rsid w:val="00BF4E2F"/>
    <w:rsid w:val="00C129C0"/>
    <w:rsid w:val="00C14976"/>
    <w:rsid w:val="00C16CF3"/>
    <w:rsid w:val="00C253B6"/>
    <w:rsid w:val="00C3196F"/>
    <w:rsid w:val="00C83971"/>
    <w:rsid w:val="00CA7579"/>
    <w:rsid w:val="00CB1C8A"/>
    <w:rsid w:val="00CB76CF"/>
    <w:rsid w:val="00CD6F31"/>
    <w:rsid w:val="00CF4FA1"/>
    <w:rsid w:val="00D22A1C"/>
    <w:rsid w:val="00D5484B"/>
    <w:rsid w:val="00D67C84"/>
    <w:rsid w:val="00DA6D7B"/>
    <w:rsid w:val="00DB1AE5"/>
    <w:rsid w:val="00DC1958"/>
    <w:rsid w:val="00DF6CDC"/>
    <w:rsid w:val="00E47FBE"/>
    <w:rsid w:val="00E54B1A"/>
    <w:rsid w:val="00E60C41"/>
    <w:rsid w:val="00EE6D41"/>
    <w:rsid w:val="00F3020F"/>
    <w:rsid w:val="00F46F4F"/>
    <w:rsid w:val="00F47568"/>
    <w:rsid w:val="00F70042"/>
    <w:rsid w:val="00F74910"/>
    <w:rsid w:val="00F84FE2"/>
    <w:rsid w:val="00F918DC"/>
    <w:rsid w:val="00FA15BD"/>
    <w:rsid w:val="00FB078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7918"/>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4753F8"/>
    <w:rPr>
      <w:rFonts w:cs="Times New Roman"/>
      <w:color w:val="0000FF"/>
      <w:u w:val="single"/>
    </w:rPr>
  </w:style>
  <w:style w:type="paragraph" w:styleId="Header">
    <w:name w:val="header"/>
    <w:basedOn w:val="Normal"/>
    <w:link w:val="HeaderChar"/>
    <w:uiPriority w:val="99"/>
    <w:semiHidden/>
    <w:rsid w:val="004D3077"/>
    <w:pPr>
      <w:tabs>
        <w:tab w:val="center" w:pos="4680"/>
        <w:tab w:val="right" w:pos="9360"/>
      </w:tabs>
    </w:pPr>
  </w:style>
  <w:style w:type="character" w:customStyle="1" w:styleId="HeaderChar">
    <w:name w:val="Header Char"/>
    <w:basedOn w:val="DefaultParagraphFont"/>
    <w:link w:val="Header"/>
    <w:uiPriority w:val="99"/>
    <w:semiHidden/>
    <w:locked/>
    <w:rsid w:val="004D3077"/>
    <w:rPr>
      <w:rFonts w:cs="Times New Roman"/>
      <w:sz w:val="22"/>
      <w:szCs w:val="22"/>
    </w:rPr>
  </w:style>
  <w:style w:type="paragraph" w:styleId="Footer">
    <w:name w:val="footer"/>
    <w:basedOn w:val="Normal"/>
    <w:link w:val="FooterChar"/>
    <w:uiPriority w:val="99"/>
    <w:rsid w:val="004D3077"/>
    <w:pPr>
      <w:tabs>
        <w:tab w:val="center" w:pos="4680"/>
        <w:tab w:val="right" w:pos="9360"/>
      </w:tabs>
    </w:pPr>
  </w:style>
  <w:style w:type="character" w:customStyle="1" w:styleId="FooterChar">
    <w:name w:val="Footer Char"/>
    <w:basedOn w:val="DefaultParagraphFont"/>
    <w:link w:val="Footer"/>
    <w:uiPriority w:val="99"/>
    <w:locked/>
    <w:rsid w:val="004D3077"/>
    <w:rPr>
      <w:rFonts w:cs="Times New Roman"/>
      <w:sz w:val="22"/>
      <w:szCs w:val="22"/>
    </w:rPr>
  </w:style>
  <w:style w:type="paragraph" w:customStyle="1" w:styleId="curriculumform">
    <w:name w:val="curriculum form"/>
    <w:basedOn w:val="Normal"/>
    <w:link w:val="curriculumformChar"/>
    <w:uiPriority w:val="99"/>
    <w:rsid w:val="00177918"/>
    <w:pPr>
      <w:spacing w:before="60"/>
    </w:pPr>
    <w:rPr>
      <w:rFonts w:ascii="Arial" w:hAnsi="Arial" w:cs="Arial"/>
    </w:rPr>
  </w:style>
  <w:style w:type="character" w:customStyle="1" w:styleId="curriculumformChar">
    <w:name w:val="curriculum form Char"/>
    <w:basedOn w:val="DefaultParagraphFont"/>
    <w:link w:val="curriculumform"/>
    <w:uiPriority w:val="99"/>
    <w:locked/>
    <w:rsid w:val="00177918"/>
    <w:rPr>
      <w:rFonts w:ascii="Arial" w:hAnsi="Arial" w:cs="Arial"/>
      <w:sz w:val="22"/>
      <w:szCs w:val="22"/>
    </w:rPr>
  </w:style>
  <w:style w:type="table" w:styleId="TableGrid">
    <w:name w:val="Table Grid"/>
    <w:basedOn w:val="TableNormal"/>
    <w:uiPriority w:val="99"/>
    <w:rsid w:val="007E542E"/>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7E542E"/>
    <w:rPr>
      <w:rFonts w:cs="Times New Roman"/>
      <w:color w:val="808080"/>
    </w:rPr>
  </w:style>
  <w:style w:type="paragraph" w:styleId="BalloonText">
    <w:name w:val="Balloon Text"/>
    <w:basedOn w:val="Normal"/>
    <w:link w:val="BalloonTextChar"/>
    <w:uiPriority w:val="99"/>
    <w:semiHidden/>
    <w:rsid w:val="00CA757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81511"/>
    <w:rPr>
      <w:rFonts w:ascii="Times New Roman" w:hAnsi="Times New Roman" w:cs="Times New Roman"/>
      <w:sz w:val="2"/>
      <w:szCs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cc.edu/resources/academic/eac/curriculum/course-outcomes-guidelines.html" TargetMode="External"/><Relationship Id="rId3" Type="http://schemas.openxmlformats.org/officeDocument/2006/relationships/settings" Target="settings.xml"/><Relationship Id="rId7" Type="http://schemas.openxmlformats.org/officeDocument/2006/relationships/hyperlink" Target="mailto:curriculum@pcc.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1080</Words>
  <Characters>6161</Characters>
  <Application>Microsoft Office Outlook</Application>
  <DocSecurity>0</DocSecurity>
  <Lines>0</Lines>
  <Paragraphs>0</Paragraphs>
  <ScaleCrop>false</ScaleCrop>
  <Company>Portland Community College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Portland Community College</dc:title>
  <dc:subject/>
  <dc:creator>searll</dc:creator>
  <cp:keywords/>
  <dc:description/>
  <cp:lastModifiedBy>Patrick Kraft</cp:lastModifiedBy>
  <cp:revision>3</cp:revision>
  <cp:lastPrinted>2010-05-26T04:23:00Z</cp:lastPrinted>
  <dcterms:created xsi:type="dcterms:W3CDTF">2010-05-25T02:47:00Z</dcterms:created>
  <dcterms:modified xsi:type="dcterms:W3CDTF">2010-05-26T04:23:00Z</dcterms:modified>
</cp:coreProperties>
</file>